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354D0B" w:rsidRDefault="004C7419" w:rsidP="00E82883">
      <w:pPr>
        <w:pStyle w:val="Titul2"/>
        <w:spacing w:after="0"/>
      </w:pPr>
      <w:r w:rsidRPr="00354D0B">
        <w:t xml:space="preserve">Záměr projektu </w:t>
      </w:r>
    </w:p>
    <w:p w14:paraId="63077166" w14:textId="77777777" w:rsidR="000161D4" w:rsidRPr="00354D0B" w:rsidRDefault="000161D4" w:rsidP="000161D4">
      <w:pPr>
        <w:pStyle w:val="Titul2"/>
        <w:spacing w:after="0"/>
      </w:pPr>
      <w:r w:rsidRPr="00354D0B">
        <w:t xml:space="preserve">Projektová dokumentace pro povolení stavby </w:t>
      </w:r>
    </w:p>
    <w:p w14:paraId="0061FEE8" w14:textId="74F3CFAC" w:rsidR="00E7502F" w:rsidRPr="00354D0B" w:rsidRDefault="00E7502F" w:rsidP="00652EFD">
      <w:pPr>
        <w:pStyle w:val="Titul2"/>
      </w:pPr>
      <w:r w:rsidRPr="00354D0B">
        <w:t>Dozor projektanta</w:t>
      </w:r>
    </w:p>
    <w:p w14:paraId="25309FB4" w14:textId="77777777" w:rsidR="0058678B" w:rsidRPr="00354D0B" w:rsidRDefault="0058678B" w:rsidP="0058678B">
      <w:pPr>
        <w:pStyle w:val="Titul2"/>
        <w:spacing w:line="240" w:lineRule="auto"/>
        <w:rPr>
          <w:sz w:val="18"/>
          <w:szCs w:val="18"/>
        </w:rPr>
      </w:pPr>
    </w:p>
    <w:p w14:paraId="0B5B8BF2" w14:textId="713B45A4" w:rsidR="0035531B" w:rsidRDefault="0035531B" w:rsidP="0058678B">
      <w:pPr>
        <w:pStyle w:val="Titul2"/>
        <w:spacing w:line="240" w:lineRule="auto"/>
      </w:pPr>
      <w:r w:rsidRPr="00354D0B">
        <w:t>„</w:t>
      </w:r>
      <w:r w:rsidR="00354D0B" w:rsidRPr="00354D0B">
        <w:t>ETCS L1 LS Litoměřice dolní nádraží (mimo) – Kolín (mimo)</w:t>
      </w:r>
      <w:r w:rsidRPr="00354D0B">
        <w:t>“</w:t>
      </w:r>
    </w:p>
    <w:p w14:paraId="7896BFC2" w14:textId="77777777" w:rsidR="003F4C40" w:rsidRDefault="003F4C40" w:rsidP="000E125F">
      <w:pPr>
        <w:pStyle w:val="Text1-1"/>
        <w:numPr>
          <w:ilvl w:val="0"/>
          <w:numId w:val="0"/>
        </w:numPr>
        <w:tabs>
          <w:tab w:val="left" w:pos="708"/>
        </w:tabs>
        <w:ind w:left="737" w:hanging="737"/>
      </w:pPr>
    </w:p>
    <w:p w14:paraId="74FD9848" w14:textId="561B20EA" w:rsidR="000E125F" w:rsidRDefault="000E125F" w:rsidP="000E125F">
      <w:pPr>
        <w:pStyle w:val="Text1-1"/>
        <w:numPr>
          <w:ilvl w:val="0"/>
          <w:numId w:val="0"/>
        </w:numPr>
        <w:tabs>
          <w:tab w:val="left" w:pos="708"/>
        </w:tabs>
        <w:ind w:left="737" w:hanging="737"/>
      </w:pPr>
      <w:r>
        <w:t xml:space="preserve">Č.j. </w:t>
      </w:r>
      <w:r w:rsidR="00354D0B">
        <w:t>1171/2025-SŽ-SSZ-OVZ</w:t>
      </w:r>
    </w:p>
    <w:p w14:paraId="1B9948DC" w14:textId="77777777" w:rsidR="00354D0B" w:rsidRDefault="00354D0B" w:rsidP="000E125F">
      <w:pPr>
        <w:pStyle w:val="Text1-1"/>
        <w:numPr>
          <w:ilvl w:val="0"/>
          <w:numId w:val="0"/>
        </w:numPr>
        <w:tabs>
          <w:tab w:val="left" w:pos="708"/>
        </w:tabs>
        <w:ind w:left="737" w:hanging="737"/>
      </w:pP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DA7F72F" w14:textId="77777777" w:rsidR="00904F11" w:rsidRDefault="00904F11" w:rsidP="00FE4333">
      <w:pPr>
        <w:pStyle w:val="Nadpisbezsl1-1"/>
      </w:pPr>
    </w:p>
    <w:p w14:paraId="782BE870" w14:textId="046E11A7" w:rsidR="00BD7E91" w:rsidRDefault="00BD7E91" w:rsidP="00FE4333">
      <w:pPr>
        <w:pStyle w:val="Nadpisbezsl1-1"/>
      </w:pPr>
      <w:r>
        <w:lastRenderedPageBreak/>
        <w:t>Obsah</w:t>
      </w:r>
      <w:r w:rsidR="00887F36">
        <w:t xml:space="preserve"> </w:t>
      </w:r>
    </w:p>
    <w:p w14:paraId="3A620822" w14:textId="76186266"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150D73">
          <w:rPr>
            <w:noProof/>
            <w:webHidden/>
          </w:rPr>
          <w:t>3</w:t>
        </w:r>
        <w:r w:rsidR="00A727C6">
          <w:rPr>
            <w:noProof/>
            <w:webHidden/>
          </w:rPr>
          <w:fldChar w:fldCharType="end"/>
        </w:r>
      </w:hyperlink>
    </w:p>
    <w:p w14:paraId="5DDEE0A2" w14:textId="4B52AB75"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150D73">
          <w:rPr>
            <w:noProof/>
            <w:webHidden/>
          </w:rPr>
          <w:t>3</w:t>
        </w:r>
        <w:r>
          <w:rPr>
            <w:noProof/>
            <w:webHidden/>
          </w:rPr>
          <w:fldChar w:fldCharType="end"/>
        </w:r>
      </w:hyperlink>
    </w:p>
    <w:p w14:paraId="4A5C905A" w14:textId="3C0A19C9"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150D73">
          <w:rPr>
            <w:noProof/>
            <w:webHidden/>
          </w:rPr>
          <w:t>4</w:t>
        </w:r>
        <w:r>
          <w:rPr>
            <w:noProof/>
            <w:webHidden/>
          </w:rPr>
          <w:fldChar w:fldCharType="end"/>
        </w:r>
      </w:hyperlink>
    </w:p>
    <w:p w14:paraId="5C1A9CF1" w14:textId="1661CC1C"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150D73">
          <w:rPr>
            <w:noProof/>
            <w:webHidden/>
          </w:rPr>
          <w:t>4</w:t>
        </w:r>
        <w:r>
          <w:rPr>
            <w:noProof/>
            <w:webHidden/>
          </w:rPr>
          <w:fldChar w:fldCharType="end"/>
        </w:r>
      </w:hyperlink>
    </w:p>
    <w:p w14:paraId="0403B800" w14:textId="6F60CFCE"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150D73">
          <w:rPr>
            <w:noProof/>
            <w:webHidden/>
          </w:rPr>
          <w:t>5</w:t>
        </w:r>
        <w:r>
          <w:rPr>
            <w:noProof/>
            <w:webHidden/>
          </w:rPr>
          <w:fldChar w:fldCharType="end"/>
        </w:r>
      </w:hyperlink>
    </w:p>
    <w:p w14:paraId="1DB68170" w14:textId="5A8074DC"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150D73">
          <w:rPr>
            <w:noProof/>
            <w:webHidden/>
          </w:rPr>
          <w:t>5</w:t>
        </w:r>
        <w:r>
          <w:rPr>
            <w:noProof/>
            <w:webHidden/>
          </w:rPr>
          <w:fldChar w:fldCharType="end"/>
        </w:r>
      </w:hyperlink>
    </w:p>
    <w:p w14:paraId="7D906A52" w14:textId="379C13CA"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150D73">
          <w:rPr>
            <w:noProof/>
            <w:webHidden/>
          </w:rPr>
          <w:t>6</w:t>
        </w:r>
        <w:r>
          <w:rPr>
            <w:noProof/>
            <w:webHidden/>
          </w:rPr>
          <w:fldChar w:fldCharType="end"/>
        </w:r>
      </w:hyperlink>
    </w:p>
    <w:p w14:paraId="284BB451" w14:textId="7022536E"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150D73">
          <w:rPr>
            <w:noProof/>
            <w:webHidden/>
          </w:rPr>
          <w:t>6</w:t>
        </w:r>
        <w:r>
          <w:rPr>
            <w:noProof/>
            <w:webHidden/>
          </w:rPr>
          <w:fldChar w:fldCharType="end"/>
        </w:r>
      </w:hyperlink>
    </w:p>
    <w:p w14:paraId="7B5149E2" w14:textId="2196F499"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150D73">
          <w:rPr>
            <w:noProof/>
            <w:webHidden/>
          </w:rPr>
          <w:t>18</w:t>
        </w:r>
        <w:r>
          <w:rPr>
            <w:noProof/>
            <w:webHidden/>
          </w:rPr>
          <w:fldChar w:fldCharType="end"/>
        </w:r>
      </w:hyperlink>
    </w:p>
    <w:p w14:paraId="788C67B9" w14:textId="1FF49216"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150D73">
          <w:rPr>
            <w:noProof/>
            <w:webHidden/>
          </w:rPr>
          <w:t>20</w:t>
        </w:r>
        <w:r>
          <w:rPr>
            <w:noProof/>
            <w:webHidden/>
          </w:rPr>
          <w:fldChar w:fldCharType="end"/>
        </w:r>
      </w:hyperlink>
    </w:p>
    <w:p w14:paraId="3D741187" w14:textId="68702609"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150D73">
          <w:rPr>
            <w:noProof/>
            <w:webHidden/>
          </w:rPr>
          <w:t>21</w:t>
        </w:r>
        <w:r>
          <w:rPr>
            <w:noProof/>
            <w:webHidden/>
          </w:rPr>
          <w:fldChar w:fldCharType="end"/>
        </w:r>
      </w:hyperlink>
    </w:p>
    <w:p w14:paraId="28D1427C" w14:textId="3257504B"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150D73">
          <w:rPr>
            <w:noProof/>
            <w:webHidden/>
          </w:rPr>
          <w:t>23</w:t>
        </w:r>
        <w:r>
          <w:rPr>
            <w:noProof/>
            <w:webHidden/>
          </w:rPr>
          <w:fldChar w:fldCharType="end"/>
        </w:r>
      </w:hyperlink>
    </w:p>
    <w:p w14:paraId="7EF04BBC" w14:textId="2E773B1A"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150D73">
          <w:rPr>
            <w:noProof/>
            <w:webHidden/>
          </w:rPr>
          <w:t>23</w:t>
        </w:r>
        <w:r>
          <w:rPr>
            <w:noProof/>
            <w:webHidden/>
          </w:rPr>
          <w:fldChar w:fldCharType="end"/>
        </w:r>
      </w:hyperlink>
    </w:p>
    <w:p w14:paraId="63967071" w14:textId="7306FFF3"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150D73">
          <w:rPr>
            <w:noProof/>
            <w:webHidden/>
          </w:rPr>
          <w:t>23</w:t>
        </w:r>
        <w:r>
          <w:rPr>
            <w:noProof/>
            <w:webHidden/>
          </w:rPr>
          <w:fldChar w:fldCharType="end"/>
        </w:r>
      </w:hyperlink>
    </w:p>
    <w:p w14:paraId="1D6496B7" w14:textId="0A4E5EF0"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150D73">
          <w:rPr>
            <w:noProof/>
            <w:webHidden/>
          </w:rPr>
          <w:t>23</w:t>
        </w:r>
        <w:r>
          <w:rPr>
            <w:noProof/>
            <w:webHidden/>
          </w:rPr>
          <w:fldChar w:fldCharType="end"/>
        </w:r>
      </w:hyperlink>
    </w:p>
    <w:p w14:paraId="36F6A107" w14:textId="4BDB05F6"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150D73">
          <w:rPr>
            <w:noProof/>
            <w:webHidden/>
          </w:rPr>
          <w:t>24</w:t>
        </w:r>
        <w:r>
          <w:rPr>
            <w:noProof/>
            <w:webHidden/>
          </w:rPr>
          <w:fldChar w:fldCharType="end"/>
        </w:r>
      </w:hyperlink>
    </w:p>
    <w:p w14:paraId="2E8C6C60" w14:textId="5ADC2094"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150D73">
          <w:rPr>
            <w:noProof/>
            <w:webHidden/>
          </w:rPr>
          <w:t>28</w:t>
        </w:r>
        <w:r>
          <w:rPr>
            <w:noProof/>
            <w:webHidden/>
          </w:rPr>
          <w:fldChar w:fldCharType="end"/>
        </w:r>
      </w:hyperlink>
    </w:p>
    <w:p w14:paraId="5C2668C1" w14:textId="66A15CDB"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150D73">
          <w:rPr>
            <w:noProof/>
            <w:webHidden/>
          </w:rPr>
          <w:t>29</w:t>
        </w:r>
        <w:r>
          <w:rPr>
            <w:noProof/>
            <w:webHidden/>
          </w:rPr>
          <w:fldChar w:fldCharType="end"/>
        </w:r>
      </w:hyperlink>
    </w:p>
    <w:p w14:paraId="488D91B3" w14:textId="1D5BE297"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150D73">
          <w:rPr>
            <w:noProof/>
            <w:webHidden/>
          </w:rPr>
          <w:t>31</w:t>
        </w:r>
        <w:r>
          <w:rPr>
            <w:noProof/>
            <w:webHidden/>
          </w:rPr>
          <w:fldChar w:fldCharType="end"/>
        </w:r>
      </w:hyperlink>
    </w:p>
    <w:p w14:paraId="7A1B54D8" w14:textId="36E9BE9A"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150D73">
          <w:rPr>
            <w:noProof/>
            <w:webHidden/>
          </w:rPr>
          <w:t>32</w:t>
        </w:r>
        <w:r>
          <w:rPr>
            <w:noProof/>
            <w:webHidden/>
          </w:rPr>
          <w:fldChar w:fldCharType="end"/>
        </w:r>
      </w:hyperlink>
    </w:p>
    <w:p w14:paraId="0592D3FD" w14:textId="3D773497"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150D73">
          <w:rPr>
            <w:noProof/>
            <w:webHidden/>
          </w:rPr>
          <w:t>32</w:t>
        </w:r>
        <w:r>
          <w:rPr>
            <w:noProof/>
            <w:webHidden/>
          </w:rPr>
          <w:fldChar w:fldCharType="end"/>
        </w:r>
      </w:hyperlink>
    </w:p>
    <w:p w14:paraId="6CDB4B94" w14:textId="47BE8B64"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150D73">
          <w:rPr>
            <w:noProof/>
            <w:webHidden/>
          </w:rPr>
          <w:t>33</w:t>
        </w:r>
        <w:r>
          <w:rPr>
            <w:noProof/>
            <w:webHidden/>
          </w:rPr>
          <w:fldChar w:fldCharType="end"/>
        </w:r>
      </w:hyperlink>
    </w:p>
    <w:p w14:paraId="33EF4F39" w14:textId="4EA687D7"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150D73">
          <w:rPr>
            <w:noProof/>
            <w:webHidden/>
          </w:rPr>
          <w:t>34</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3A9FCC1D" w:rsidR="0035531B" w:rsidRDefault="0035531B" w:rsidP="007056AD">
      <w:pPr>
        <w:pStyle w:val="Textbezslovn"/>
        <w:spacing w:after="0"/>
        <w:ind w:left="2127" w:hanging="1390"/>
      </w:pPr>
      <w:r>
        <w:t xml:space="preserve">zastoupená: </w:t>
      </w:r>
      <w:r>
        <w:tab/>
      </w:r>
      <w:r w:rsidR="00010687" w:rsidRPr="000174E8">
        <w:t xml:space="preserve">Ing. </w:t>
      </w:r>
      <w:r w:rsidR="00010687">
        <w:t xml:space="preserve">Petrem </w:t>
      </w:r>
      <w:proofErr w:type="spellStart"/>
      <w:r w:rsidR="00010687">
        <w:t>Hofhanzlem</w:t>
      </w:r>
      <w:proofErr w:type="spellEnd"/>
      <w:r w:rsidR="00010687">
        <w:t>, ředitelem Stavební správy západ</w:t>
      </w:r>
      <w:r w:rsidRPr="000174E8">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61474FFC" w14:textId="77777777" w:rsidR="007056AD" w:rsidRDefault="0035531B" w:rsidP="007056AD">
      <w:pPr>
        <w:pStyle w:val="Text1-1"/>
      </w:pPr>
      <w:r>
        <w:t xml:space="preserve">Kontaktní osobou zadavatele pro zadávací řízení je: </w:t>
      </w:r>
      <w:r w:rsidR="007056AD">
        <w:t>Ing. Jana Šedová</w:t>
      </w:r>
    </w:p>
    <w:p w14:paraId="07D46346" w14:textId="77777777" w:rsidR="007056AD" w:rsidRDefault="007056AD" w:rsidP="007056AD">
      <w:pPr>
        <w:pStyle w:val="Textbezslovn"/>
        <w:spacing w:after="0"/>
      </w:pPr>
      <w:r>
        <w:t xml:space="preserve">telefon: </w:t>
      </w:r>
      <w:r>
        <w:tab/>
        <w:t>+420 727 966 017</w:t>
      </w:r>
    </w:p>
    <w:p w14:paraId="79F1170B" w14:textId="77777777" w:rsidR="007056AD" w:rsidRDefault="007056AD" w:rsidP="007056AD">
      <w:pPr>
        <w:pStyle w:val="Textbezslovn"/>
        <w:spacing w:after="0"/>
      </w:pPr>
      <w:r>
        <w:t xml:space="preserve">e-mail: </w:t>
      </w:r>
      <w:r>
        <w:tab/>
        <w:t>sedova@spravazeleznic.cz</w:t>
      </w:r>
    </w:p>
    <w:p w14:paraId="310DFE0D" w14:textId="77777777" w:rsidR="007056AD" w:rsidRDefault="007056AD" w:rsidP="007056AD">
      <w:pPr>
        <w:pStyle w:val="Textbezslovn"/>
        <w:spacing w:after="0"/>
      </w:pPr>
      <w:r>
        <w:t xml:space="preserve">adresa: </w:t>
      </w:r>
      <w:r>
        <w:tab/>
        <w:t>Stavební správa západ</w:t>
      </w:r>
    </w:p>
    <w:p w14:paraId="00D818B6" w14:textId="77777777" w:rsidR="007056AD" w:rsidRDefault="007056AD" w:rsidP="007056AD">
      <w:pPr>
        <w:pStyle w:val="Textbezslovn"/>
        <w:spacing w:after="0"/>
      </w:pPr>
      <w:r>
        <w:tab/>
      </w:r>
      <w:r>
        <w:tab/>
        <w:t>Ke Štvanici 656/3</w:t>
      </w:r>
    </w:p>
    <w:p w14:paraId="3A081716" w14:textId="55DDCDBB" w:rsidR="0035531B" w:rsidRDefault="007056AD" w:rsidP="007056AD">
      <w:pPr>
        <w:pStyle w:val="Text1-1"/>
        <w:numPr>
          <w:ilvl w:val="0"/>
          <w:numId w:val="0"/>
        </w:numPr>
        <w:ind w:left="1446" w:firstLine="681"/>
      </w:pPr>
      <w:r>
        <w:t>186 00 Praha 8</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4F4FA19D" w:rsidR="0035531B" w:rsidRDefault="007056AD" w:rsidP="0035531B">
      <w:pPr>
        <w:pStyle w:val="Textbezslovn"/>
      </w:pPr>
      <w:r>
        <w:t xml:space="preserve">Účelem veřejné zakázky </w:t>
      </w:r>
      <w:r w:rsidRPr="00F46F42" w:rsidDel="00FB05B2">
        <w:t>„</w:t>
      </w:r>
      <w:r w:rsidRPr="007056AD">
        <w:rPr>
          <w:b/>
        </w:rPr>
        <w:t>ETCS L1 LS Litoměřice dolní nádraží (mimo) – Kolín (mimo)</w:t>
      </w:r>
      <w:r w:rsidRPr="00F46F42" w:rsidDel="00FB05B2">
        <w:t xml:space="preserve">“ </w:t>
      </w:r>
      <w:r w:rsidRPr="0006230F" w:rsidDel="00FB05B2">
        <w:t xml:space="preserve">je </w:t>
      </w:r>
      <w:r w:rsidRPr="0006230F">
        <w:t>zvýšení bezpečnosti železniční dopravy realizací vlakového zabezpečovacího zařízení ETCS v aplikační úrovni L1 LS v předmětném traťovém úseku, a to ještě před realizací infrastrukturních staveb z důvodu naplnění požadavků Nařízení Evropského parlamentu a Rady (EU) č. 1315/2013</w:t>
      </w:r>
    </w:p>
    <w:p w14:paraId="573A6BBE" w14:textId="77777777" w:rsidR="0035531B" w:rsidRDefault="0035531B" w:rsidP="0035531B">
      <w:pPr>
        <w:pStyle w:val="Text1-1"/>
      </w:pPr>
      <w:r>
        <w:t>Předmět plnění veřejné zakázky</w:t>
      </w:r>
    </w:p>
    <w:p w14:paraId="52A7A740" w14:textId="77777777" w:rsidR="007056AD" w:rsidRPr="0006230F" w:rsidRDefault="007056AD" w:rsidP="007056AD">
      <w:pPr>
        <w:pStyle w:val="Text2-1"/>
        <w:numPr>
          <w:ilvl w:val="0"/>
          <w:numId w:val="0"/>
        </w:numPr>
        <w:ind w:left="737" w:hanging="28"/>
      </w:pPr>
      <w:bookmarkStart w:id="8" w:name="_Ref164688429"/>
      <w:bookmarkStart w:id="9" w:name="_Ref173504519"/>
      <w:r w:rsidRPr="00FD501F" w:rsidDel="00FB05B2">
        <w:t xml:space="preserve">Předmětem </w:t>
      </w:r>
      <w:r w:rsidRPr="00F46F42" w:rsidDel="00FB05B2">
        <w:t>Díla „</w:t>
      </w:r>
      <w:r w:rsidRPr="007056AD">
        <w:rPr>
          <w:b/>
        </w:rPr>
        <w:t>ETCS L1 LS Litoměřice dolní nádraží (mimo) – Kolín (mimo)</w:t>
      </w:r>
      <w:r w:rsidRPr="00F46F42" w:rsidDel="00FB05B2">
        <w:t xml:space="preserve">“ </w:t>
      </w:r>
      <w:r w:rsidRPr="0006230F" w:rsidDel="00FB05B2">
        <w:t>je:</w:t>
      </w:r>
      <w:bookmarkEnd w:id="8"/>
      <w:r w:rsidRPr="0006230F">
        <w:t xml:space="preserve"> </w:t>
      </w:r>
      <w:bookmarkEnd w:id="9"/>
    </w:p>
    <w:p w14:paraId="04C8266F" w14:textId="77777777" w:rsidR="007056AD" w:rsidRPr="0006230F" w:rsidDel="00FB05B2" w:rsidRDefault="007056AD" w:rsidP="007056AD">
      <w:pPr>
        <w:pStyle w:val="Odstavec1-1a"/>
        <w:numPr>
          <w:ilvl w:val="0"/>
          <w:numId w:val="7"/>
        </w:numPr>
        <w:spacing w:after="80"/>
      </w:pPr>
      <w:r w:rsidRPr="0006230F" w:rsidDel="00FB05B2">
        <w:rPr>
          <w:b/>
        </w:rPr>
        <w:t xml:space="preserve">Zhotovení Záměru projektu </w:t>
      </w:r>
      <w:r w:rsidRPr="0006230F">
        <w:t>po</w:t>
      </w:r>
      <w:r w:rsidRPr="0006230F" w:rsidDel="00FB05B2">
        <w:t xml:space="preserve">dle </w:t>
      </w:r>
      <w:r w:rsidRPr="0006230F">
        <w:t xml:space="preserve">dokumentu MD „Pravidla přípravy a realizace </w:t>
      </w:r>
      <w:r w:rsidRPr="0006230F" w:rsidDel="00FB05B2">
        <w:t xml:space="preserve">akcí dopravní infrastruktury financovaných </w:t>
      </w:r>
      <w:r w:rsidRPr="0006230F">
        <w:t xml:space="preserve">Státním fondem dopravní infrastruktury“, čj.: MD-46506/2024-910/1, 08/2024 </w:t>
      </w:r>
      <w:r w:rsidRPr="0006230F" w:rsidDel="00FB05B2">
        <w:t>(dále jen „</w:t>
      </w:r>
      <w:r w:rsidRPr="0006230F">
        <w:t>Pravidla</w:t>
      </w:r>
      <w:r w:rsidRPr="0006230F" w:rsidDel="00FB05B2">
        <w:t xml:space="preserve">“). </w:t>
      </w:r>
    </w:p>
    <w:p w14:paraId="0D771E2F" w14:textId="77777777" w:rsidR="007056AD" w:rsidRPr="00CB18AE" w:rsidRDefault="007056AD" w:rsidP="007056AD">
      <w:pPr>
        <w:pStyle w:val="Odstavec1-1a"/>
        <w:numPr>
          <w:ilvl w:val="0"/>
          <w:numId w:val="7"/>
        </w:numPr>
        <w:spacing w:after="80"/>
        <w:rPr>
          <w:rStyle w:val="Tun"/>
          <w:b w:val="0"/>
        </w:rPr>
      </w:pPr>
      <w:bookmarkStart w:id="10" w:name="_Ref173832541"/>
      <w:bookmarkStart w:id="11" w:name="_Ref173832545"/>
      <w:r w:rsidRPr="00CB18AE" w:rsidDel="00FB05B2">
        <w:rPr>
          <w:b/>
        </w:rPr>
        <w:t>Zhotovení Projektové</w:t>
      </w:r>
      <w:r w:rsidRPr="00CB18AE" w:rsidDel="00FB05B2">
        <w:t xml:space="preserve"> </w:t>
      </w:r>
      <w:r w:rsidRPr="00CB18AE" w:rsidDel="00FB05B2">
        <w:rPr>
          <w:b/>
        </w:rPr>
        <w:t>d</w:t>
      </w:r>
      <w:r w:rsidRPr="00CB18AE" w:rsidDel="00FB05B2">
        <w:rPr>
          <w:rStyle w:val="Tun"/>
        </w:rPr>
        <w:t xml:space="preserve">okumentace pro </w:t>
      </w:r>
      <w:r w:rsidRPr="00CB18AE">
        <w:rPr>
          <w:rStyle w:val="Tun"/>
        </w:rPr>
        <w:t>povolení stavby (DPS)</w:t>
      </w:r>
      <w:r w:rsidRPr="00CB18AE" w:rsidDel="00FB05B2">
        <w:rPr>
          <w:rStyle w:val="Tun"/>
        </w:rPr>
        <w:t>,</w:t>
      </w:r>
      <w:r w:rsidRPr="00CB18AE">
        <w:rPr>
          <w:rStyle w:val="Tun"/>
          <w:b w:val="0"/>
        </w:rPr>
        <w:t xml:space="preserve"> </w:t>
      </w:r>
      <w:r w:rsidRPr="00CB18AE" w:rsidDel="00FB05B2">
        <w:rPr>
          <w:rStyle w:val="Tun"/>
          <w:b w:val="0"/>
        </w:rPr>
        <w:t>která specifikuje předmět Díla v takovém rozsahu, aby ji bylo možno projednat v</w:t>
      </w:r>
      <w:r w:rsidRPr="00CB18AE">
        <w:rPr>
          <w:rStyle w:val="Tun"/>
          <w:b w:val="0"/>
        </w:rPr>
        <w:t> </w:t>
      </w:r>
      <w:r w:rsidRPr="00CB18AE" w:rsidDel="00FB05B2">
        <w:rPr>
          <w:rStyle w:val="Tun"/>
          <w:b w:val="0"/>
        </w:rPr>
        <w:t>řízení</w:t>
      </w:r>
      <w:r w:rsidRPr="00CB18AE">
        <w:rPr>
          <w:rStyle w:val="Tun"/>
          <w:b w:val="0"/>
        </w:rPr>
        <w:t xml:space="preserve"> o povolení záměru</w:t>
      </w:r>
      <w:r w:rsidRPr="00CB18AE" w:rsidDel="00FB05B2">
        <w:rPr>
          <w:rStyle w:val="Tun"/>
          <w:b w:val="0"/>
        </w:rPr>
        <w:t xml:space="preserve">, získat pravomocné </w:t>
      </w:r>
      <w:r w:rsidRPr="00CB18AE">
        <w:rPr>
          <w:rStyle w:val="Tun"/>
          <w:b w:val="0"/>
        </w:rPr>
        <w:t>povolení záměru (povolení stavby) dle zákona č. 283/2021 Sb., stavební zákon, (dále jen „NSZ“),</w:t>
      </w:r>
      <w:r w:rsidRPr="00CB18AE">
        <w:rPr>
          <w:rStyle w:val="Tun"/>
        </w:rPr>
        <w:t xml:space="preserve"> </w:t>
      </w:r>
      <w:r w:rsidRPr="00CB18AE" w:rsidDel="00FB05B2">
        <w:t xml:space="preserve">včetně </w:t>
      </w:r>
      <w:r w:rsidRPr="00CB18AE">
        <w:t>Stanoviska oznámeného subjektu ve fázi vydání povolení záměru</w:t>
      </w:r>
      <w:r w:rsidRPr="00CB18AE" w:rsidDel="00FB05B2">
        <w:t xml:space="preserve"> a činností koordinátora BOZP při práci na</w:t>
      </w:r>
      <w:r w:rsidRPr="00CB18AE">
        <w:t> </w:t>
      </w:r>
      <w:r w:rsidRPr="00CB18AE" w:rsidDel="00FB05B2">
        <w:t>staveništi ve fázi přípravy včetně zpracování plánu BOZP na staveništi a manuálu údržby.</w:t>
      </w:r>
    </w:p>
    <w:bookmarkEnd w:id="10"/>
    <w:bookmarkEnd w:id="11"/>
    <w:p w14:paraId="2DCDAAD8" w14:textId="77777777" w:rsidR="007056AD" w:rsidRDefault="007056AD" w:rsidP="007056AD">
      <w:pPr>
        <w:pStyle w:val="Odstavec1-1a"/>
        <w:numPr>
          <w:ilvl w:val="0"/>
          <w:numId w:val="7"/>
        </w:numPr>
        <w:spacing w:after="80"/>
      </w:pPr>
      <w:r w:rsidRPr="0006230F" w:rsidDel="00FB05B2">
        <w:rPr>
          <w:rStyle w:val="Tun"/>
        </w:rPr>
        <w:t>Zpracování a podání žádosti o</w:t>
      </w:r>
      <w:r w:rsidRPr="0006230F" w:rsidDel="00FB05B2">
        <w:t xml:space="preserve"> </w:t>
      </w:r>
      <w:r w:rsidRPr="0006230F" w:rsidDel="00FB05B2">
        <w:rPr>
          <w:rStyle w:val="Tun"/>
        </w:rPr>
        <w:t xml:space="preserve">vydání </w:t>
      </w:r>
      <w:r w:rsidRPr="0006230F">
        <w:rPr>
          <w:rStyle w:val="Tun"/>
        </w:rPr>
        <w:t xml:space="preserve">povolení záměru </w:t>
      </w:r>
      <w:r w:rsidRPr="0006230F">
        <w:rPr>
          <w:rStyle w:val="Tun"/>
          <w:b w:val="0"/>
        </w:rPr>
        <w:t>dle NSZ</w:t>
      </w:r>
      <w:r w:rsidRPr="0006230F">
        <w:t xml:space="preserve">, </w:t>
      </w:r>
      <w:r w:rsidRPr="0006230F" w:rsidDel="00FB05B2">
        <w:t xml:space="preserve">včetně všech vyžadovaných podkladů, jejímž výsledkem bude vydání </w:t>
      </w:r>
      <w:r w:rsidRPr="0006230F">
        <w:t>povolení záměru (povolení stavby)</w:t>
      </w:r>
      <w:r w:rsidRPr="0006230F" w:rsidDel="00FB05B2">
        <w:t>. Zhotovitel bude spolupracovat při vydání příslušných rozhodnutí do nabytí jejich právní moci.</w:t>
      </w:r>
    </w:p>
    <w:p w14:paraId="77442A5E" w14:textId="29222E57" w:rsidR="00652EFD" w:rsidRDefault="007056AD" w:rsidP="007056AD">
      <w:pPr>
        <w:pStyle w:val="Odstavec1-1a"/>
        <w:numPr>
          <w:ilvl w:val="0"/>
          <w:numId w:val="7"/>
        </w:numPr>
        <w:spacing w:after="80"/>
      </w:pPr>
      <w:r w:rsidRPr="007056AD">
        <w:rPr>
          <w:b/>
        </w:rPr>
        <w:t xml:space="preserve">Výkon Dozoru projektanta </w:t>
      </w:r>
      <w:r w:rsidRPr="0006230F">
        <w:t>při zhotovení PDPS.</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BD16D5" w:rsidRDefault="00652EFD" w:rsidP="00652EFD">
      <w:pPr>
        <w:pStyle w:val="Text1-1"/>
        <w:numPr>
          <w:ilvl w:val="0"/>
          <w:numId w:val="0"/>
        </w:numPr>
        <w:spacing w:after="0"/>
        <w:ind w:left="737"/>
      </w:pPr>
      <w:r w:rsidRPr="00BD16D5">
        <w:t>kód CPV 71322000-1 Technické projekty pro provádění stavebně inženýrských prací</w:t>
      </w:r>
    </w:p>
    <w:p w14:paraId="04B554F1" w14:textId="77777777" w:rsidR="00652EFD" w:rsidRPr="00BD16D5" w:rsidRDefault="00652EFD" w:rsidP="00652EFD">
      <w:pPr>
        <w:pStyle w:val="Text1-1"/>
        <w:numPr>
          <w:ilvl w:val="0"/>
          <w:numId w:val="0"/>
        </w:numPr>
        <w:spacing w:after="0"/>
        <w:ind w:left="737"/>
      </w:pPr>
      <w:r w:rsidRPr="00BD16D5">
        <w:t>kód CPV 71311230-2 Železniční stavitelství</w:t>
      </w:r>
    </w:p>
    <w:p w14:paraId="093430CD" w14:textId="768BA166" w:rsidR="00CA69CC" w:rsidRDefault="00CA69CC" w:rsidP="00652EFD">
      <w:pPr>
        <w:pStyle w:val="Text1-1"/>
        <w:numPr>
          <w:ilvl w:val="0"/>
          <w:numId w:val="0"/>
        </w:numPr>
        <w:ind w:left="737"/>
      </w:pPr>
      <w:r w:rsidRPr="00BD16D5">
        <w:t xml:space="preserve">kód CPV </w:t>
      </w:r>
      <w:r w:rsidRPr="00BD16D5">
        <w:rPr>
          <w:rFonts w:cs="Segoe UI"/>
        </w:rPr>
        <w:t>71300000-1 Technicko-inženýrské služby</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2" w:name="_Toc178767022"/>
      <w:r>
        <w:t>ZDROJE FINANCOVÁNÍ</w:t>
      </w:r>
      <w:r w:rsidR="00845C50">
        <w:t xml:space="preserve"> a </w:t>
      </w:r>
      <w:r>
        <w:t>PŘEDPOKLÁDANÁ HODNOTA VEŘEJNÉ ZAKÁZKY</w:t>
      </w:r>
      <w:bookmarkEnd w:id="12"/>
    </w:p>
    <w:p w14:paraId="76432480" w14:textId="424D405E"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5FA51460"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r w:rsidR="00C27290" w:rsidRPr="00C27290">
        <w:rPr>
          <w:b/>
          <w:bCs/>
        </w:rPr>
        <w:t>15 250 000,-</w:t>
      </w:r>
      <w:r w:rsidRPr="00C27290">
        <w:rPr>
          <w:b/>
          <w:bCs/>
        </w:rPr>
        <w:t xml:space="preserve"> Kč</w:t>
      </w:r>
      <w:r>
        <w:t xml:space="preserve"> (bez DPH).</w:t>
      </w:r>
    </w:p>
    <w:p w14:paraId="01FEF092" w14:textId="77777777" w:rsidR="0035531B" w:rsidRDefault="0035531B" w:rsidP="006F6B09">
      <w:pPr>
        <w:pStyle w:val="Nadpis1-1"/>
      </w:pPr>
      <w:bookmarkStart w:id="13" w:name="_Toc178767023"/>
      <w:r>
        <w:t>OBSAH ZADÁVACÍ DOKUMENTACE</w:t>
      </w:r>
      <w:bookmarkEnd w:id="13"/>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86EE17C" w14:textId="6D2F99F4" w:rsidR="00752D15" w:rsidRDefault="00ED116C" w:rsidP="00BC1B9B">
      <w:pPr>
        <w:pStyle w:val="Textbezslovn"/>
        <w:tabs>
          <w:tab w:val="left" w:pos="1701"/>
        </w:tabs>
        <w:ind w:left="1701" w:hanging="964"/>
      </w:pPr>
      <w:r>
        <w:t>Část 5</w:t>
      </w:r>
      <w:r>
        <w:tab/>
        <w:t xml:space="preserve">Zvláštní technické podmínky </w:t>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71788E5" w14:textId="1DFF784E" w:rsidR="00ED116C" w:rsidRPr="009C7CFC" w:rsidRDefault="00B40010" w:rsidP="00B40010">
      <w:pPr>
        <w:pStyle w:val="Text1-1"/>
        <w:numPr>
          <w:ilvl w:val="0"/>
          <w:numId w:val="0"/>
        </w:numPr>
        <w:ind w:left="737"/>
      </w:pPr>
      <w:r>
        <w:t>NEOBSAZENO</w:t>
      </w:r>
    </w:p>
    <w:p w14:paraId="38991BDC" w14:textId="52DD2F3E" w:rsidR="005A3D2F" w:rsidRPr="003F4C40" w:rsidRDefault="0035531B" w:rsidP="009C7CFC">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r w:rsidR="005A3D2F">
        <w:fldChar w:fldCharType="begin"/>
      </w:r>
      <w:r w:rsidR="005A3D2F">
        <w:instrText>HYPERLINK "https://vestnikverejnychzakazek.cz/"</w:instrText>
      </w:r>
      <w:r w:rsidR="005A3D2F">
        <w:fldChar w:fldCharType="separate"/>
      </w:r>
      <w:r w:rsidR="005A3D2F">
        <w:fldChar w:fldCharType="end"/>
      </w:r>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5F037DB" w14:textId="5F3E0741" w:rsidR="001D6E71" w:rsidRDefault="00ED116C" w:rsidP="0035531B">
      <w:pPr>
        <w:pStyle w:val="Text1-1"/>
      </w:pPr>
      <w:r w:rsidRPr="00ED116C">
        <w:t xml:space="preserve">Zadavatel sděluje, že </w:t>
      </w:r>
      <w:r w:rsidR="00D37C3A">
        <w:t>žádnou část</w:t>
      </w:r>
      <w:r w:rsidRPr="00ED116C">
        <w:t xml:space="preserve"> zadávací dokumentace </w:t>
      </w:r>
      <w:r w:rsidR="00D37C3A">
        <w:t>ne</w:t>
      </w:r>
      <w:r w:rsidRPr="00ED116C">
        <w:t>vypracovala osoba odlišná od zadavatele</w:t>
      </w:r>
      <w:r w:rsidR="00D37C3A">
        <w:t>.</w:t>
      </w:r>
      <w:r w:rsidRPr="001D6E71">
        <w:rPr>
          <w:highlight w:val="green"/>
        </w:rPr>
        <w:t xml:space="preserve"> </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4" w:name="_Toc178767024"/>
      <w:r>
        <w:t>VYSVĚTLENÍ, ZMĚNY</w:t>
      </w:r>
      <w:r w:rsidR="00845C50">
        <w:t xml:space="preserve"> a </w:t>
      </w:r>
      <w:r>
        <w:t>DOPLNĚNÍ ZADÁVACÍ DOKUMENTACE</w:t>
      </w:r>
      <w:bookmarkEnd w:id="14"/>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5" w:name="_Toc178767025"/>
      <w:r>
        <w:t>POŽADAVKY ZADAVATELE NA KVALIFIKACI</w:t>
      </w:r>
      <w:bookmarkEnd w:id="15"/>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44ED2A7D" w14:textId="69A1704D" w:rsidR="001D6E71" w:rsidRPr="00C66988" w:rsidRDefault="001D6E71" w:rsidP="00283B61">
      <w:pPr>
        <w:pStyle w:val="Odrka1-2-"/>
        <w:spacing w:after="120"/>
      </w:pPr>
      <w:r w:rsidRPr="000B548F">
        <w:t>projektovou činnost ve výstavbě</w:t>
      </w:r>
      <w:r w:rsidR="00283B61">
        <w:t>.</w:t>
      </w:r>
    </w:p>
    <w:p w14:paraId="64077E69" w14:textId="77777777" w:rsidR="0035531B" w:rsidRDefault="0035531B" w:rsidP="00092CC9">
      <w:pPr>
        <w:pStyle w:val="Odrka1-1"/>
      </w:pPr>
      <w:r>
        <w:t>Odborná způsobilost:</w:t>
      </w:r>
    </w:p>
    <w:p w14:paraId="0E897038" w14:textId="680EBA69" w:rsidR="00BD5A0E" w:rsidRDefault="00BD5A0E" w:rsidP="00BD5A0E">
      <w:pPr>
        <w:pStyle w:val="Odrka1-2-"/>
      </w:pPr>
      <w:r>
        <w:t>Zadavatel požaduje předložení dokladu o autorizaci v rozsahu dle § 5 odst. 3 písm</w:t>
      </w:r>
      <w:r w:rsidRPr="00E778E5">
        <w:t xml:space="preserve">. </w:t>
      </w:r>
      <w:r w:rsidRPr="00E778E5">
        <w:rPr>
          <w:b/>
        </w:rPr>
        <w:t>e)</w:t>
      </w:r>
      <w:r w:rsidRPr="00E778E5">
        <w:t xml:space="preserve"> z</w:t>
      </w:r>
      <w:r>
        <w:t>ákona č. 360/1992 Sb., o výkonu povolání autorizovaných architektů a o výkonu povolání autorizovaných inženýrů a techniků činných ve výstavbě,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510C077B"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53662596"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w:t>
      </w:r>
      <w:r w:rsidRPr="0019135F">
        <w:t>stavby železničních drah ve smyslu § 5 odst. 1 a § 3 odst. 1 zák. č. 266/1994 Sb., o dráhách, ve znění pozdějších předpisů. Za službu obdobného charakteru, resp. projektové práce spočívající</w:t>
      </w:r>
      <w:r>
        <w:t xml:space="preserve"> ve zhotovení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3E1DF282"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D326E2">
        <w:t xml:space="preserve">. </w:t>
      </w:r>
      <w:r w:rsidRPr="00D0397F">
        <w:t>a), b)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24B8E103" w:rsidR="00392730" w:rsidRPr="00C16E3E" w:rsidRDefault="00392730" w:rsidP="00C313BF">
      <w:pPr>
        <w:pStyle w:val="Odstavec1-1a"/>
        <w:numPr>
          <w:ilvl w:val="0"/>
          <w:numId w:val="25"/>
        </w:numPr>
      </w:pPr>
      <w:r w:rsidRPr="003160CB">
        <w:t xml:space="preserve">zpracování dokumentace ve stupni </w:t>
      </w:r>
      <w:r w:rsidR="00CC16CC" w:rsidRPr="003160CB">
        <w:t xml:space="preserve">DUR nebo </w:t>
      </w:r>
      <w:r w:rsidR="000161D4" w:rsidRPr="003160CB">
        <w:t xml:space="preserve">DPS nebo DPS+PDPS nebo </w:t>
      </w:r>
      <w:r w:rsidRPr="003160CB">
        <w:t>DSP nebo DSP+PDPS nebo DUSP</w:t>
      </w:r>
      <w:r w:rsidR="00031005" w:rsidRPr="003160CB">
        <w:t>/DUSL</w:t>
      </w:r>
      <w:r w:rsidRPr="003160CB">
        <w:t xml:space="preserve"> </w:t>
      </w:r>
      <w:r w:rsidR="006E750A" w:rsidRPr="003160CB">
        <w:t>nebo DUSP</w:t>
      </w:r>
      <w:r w:rsidR="00031005" w:rsidRPr="003160CB">
        <w:t>/DUSL</w:t>
      </w:r>
      <w:r w:rsidR="006E750A" w:rsidRPr="003160CB">
        <w:t xml:space="preserve">+PDPS </w:t>
      </w:r>
      <w:r w:rsidR="00726461" w:rsidRPr="003160CB">
        <w:t xml:space="preserve">nebo DUR+DSP nebo DUR+DSP+PDPS </w:t>
      </w:r>
      <w:r w:rsidRPr="003160CB">
        <w:t>pro rekonstrukci</w:t>
      </w:r>
      <w:r w:rsidR="003160CB" w:rsidRPr="003160CB">
        <w:t xml:space="preserve"> nebo</w:t>
      </w:r>
      <w:r w:rsidRPr="003160CB">
        <w:t xml:space="preserve"> novostavbu </w:t>
      </w:r>
      <w:r w:rsidR="003160CB" w:rsidRPr="003160CB">
        <w:t xml:space="preserve">ETCS v souhrnné délce traťového úseku minimálně 25 km, která </w:t>
      </w:r>
      <w:r w:rsidR="003160CB" w:rsidRPr="00C16E3E">
        <w:t>obsahuje minimálně jednu železniční stanici,</w:t>
      </w:r>
    </w:p>
    <w:p w14:paraId="2EC11314" w14:textId="03EFB219" w:rsidR="00392730" w:rsidRPr="00C16E3E" w:rsidRDefault="00392730" w:rsidP="00F05FCA">
      <w:pPr>
        <w:pStyle w:val="Odstavec1-1a"/>
      </w:pPr>
      <w:r w:rsidRPr="00C16E3E">
        <w:t xml:space="preserve">zajištění </w:t>
      </w:r>
      <w:r w:rsidR="00AA4782" w:rsidRPr="00C16E3E">
        <w:t xml:space="preserve">vydání alespoň nepravomocného </w:t>
      </w:r>
      <w:r w:rsidR="00245345" w:rsidRPr="00C16E3E">
        <w:t xml:space="preserve">stavebního povolení </w:t>
      </w:r>
      <w:r w:rsidRPr="00C16E3E">
        <w:t xml:space="preserve">nebo společného povolení, kterým se stavba umisťuje a povoluje, </w:t>
      </w:r>
      <w:r w:rsidR="00245345" w:rsidRPr="00C16E3E">
        <w:t xml:space="preserve">nebo povolení </w:t>
      </w:r>
      <w:r w:rsidR="00487B15" w:rsidRPr="00C16E3E">
        <w:t xml:space="preserve">záměru (povolení </w:t>
      </w:r>
      <w:r w:rsidR="00245345" w:rsidRPr="00C16E3E">
        <w:t>stavby dle zákona č. 283/2021 Sb., stavební zákon, ve znění pozdějších předpisů</w:t>
      </w:r>
      <w:r w:rsidR="00CA2357" w:rsidRPr="00C16E3E">
        <w:t>)</w:t>
      </w:r>
      <w:r w:rsidR="00245345" w:rsidRPr="00C16E3E">
        <w:t xml:space="preserve">, </w:t>
      </w:r>
      <w:r w:rsidRPr="00C16E3E">
        <w:t>včetně zpracování agendy majetkoprávního vypořádání pro rekonstrukci</w:t>
      </w:r>
      <w:r w:rsidR="00A4169A" w:rsidRPr="00C16E3E">
        <w:t>,</w:t>
      </w:r>
      <w:r w:rsidRPr="00C16E3E">
        <w:t xml:space="preserve"> novostavbu </w:t>
      </w:r>
      <w:r w:rsidR="00A4169A" w:rsidRPr="00C16E3E">
        <w:t xml:space="preserve">nebo opravu </w:t>
      </w:r>
      <w:r w:rsidRPr="00C16E3E">
        <w:t>železniční trati nebo železniční stanice</w:t>
      </w:r>
      <w:r w:rsidR="00C16E3E" w:rsidRPr="00C16E3E">
        <w:t xml:space="preserve"> s hodnotou dokumentace nejméně </w:t>
      </w:r>
      <w:r w:rsidR="00C16E3E" w:rsidRPr="00C16E3E">
        <w:rPr>
          <w:b/>
          <w:bCs/>
        </w:rPr>
        <w:t>15 mil. Kč</w:t>
      </w:r>
      <w:r w:rsidR="00C16E3E" w:rsidRPr="00C16E3E">
        <w:t xml:space="preserve"> bez DPH.</w:t>
      </w:r>
      <w:r w:rsidRPr="00C16E3E">
        <w:t xml:space="preserve"> </w:t>
      </w:r>
    </w:p>
    <w:p w14:paraId="45D13F35" w14:textId="54E16328" w:rsidR="004F5FEB" w:rsidRPr="004F5FEB" w:rsidRDefault="004F5FEB" w:rsidP="004F5FEB">
      <w:pPr>
        <w:pStyle w:val="Odstavec1-1a"/>
        <w:numPr>
          <w:ilvl w:val="0"/>
          <w:numId w:val="0"/>
        </w:numPr>
        <w:ind w:left="737"/>
        <w:rPr>
          <w:b/>
          <w:bCs/>
        </w:rPr>
      </w:pPr>
      <w:r w:rsidRPr="004F5FEB">
        <w:rPr>
          <w:b/>
          <w:bCs/>
        </w:rPr>
        <w:t>Činnost uvedená pod písm. a) výše musí být doložena alespoň ve dvou referenčních zakázkách (významných službách).</w:t>
      </w:r>
    </w:p>
    <w:p w14:paraId="4005AA13" w14:textId="24E34341" w:rsidR="00392730" w:rsidRPr="004F5FEB" w:rsidRDefault="004F5FEB" w:rsidP="004F5FEB">
      <w:pPr>
        <w:pStyle w:val="Odstavec1-1a"/>
        <w:numPr>
          <w:ilvl w:val="0"/>
          <w:numId w:val="0"/>
        </w:numPr>
        <w:ind w:left="737"/>
        <w:rPr>
          <w:b/>
          <w:bCs/>
        </w:rPr>
      </w:pPr>
      <w:r w:rsidRPr="004F5FEB">
        <w:rPr>
          <w:b/>
          <w:bCs/>
        </w:rPr>
        <w:t>Činnost uvedená pod písm. b) výše musí být doložena alespoň v jedné referenční zakázce (významné službě).</w:t>
      </w:r>
    </w:p>
    <w:p w14:paraId="345A8381" w14:textId="24F07AF0" w:rsidR="00B87645" w:rsidRDefault="00392730" w:rsidP="00B87645">
      <w:pPr>
        <w:pStyle w:val="Textbezslovn"/>
      </w:pPr>
      <w:r w:rsidRPr="00D0397F">
        <w:t>Parametry, resp. požadavky na obsahovou náplň činností, uvedené výše pod písm. a), b) lze splnit všechny současně v rámci jedné referenční zakázky (významné služby), ale připouští se i splnění požadavků dle písm. a), b)</w:t>
      </w:r>
      <w:r w:rsidR="00B87645" w:rsidRPr="00D0397F">
        <w:t xml:space="preserve"> </w:t>
      </w:r>
      <w:r w:rsidRPr="00D0397F">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14:paraId="64FBF883" w14:textId="3323EE28"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B87645" w:rsidRPr="00B87645">
        <w:rPr>
          <w:b/>
          <w:bCs/>
        </w:rPr>
        <w:t>15 000 000,-</w:t>
      </w:r>
      <w:r w:rsidRPr="00B87645">
        <w:rPr>
          <w:b/>
          <w:bCs/>
        </w:rPr>
        <w:t xml:space="preserve"> Kč</w:t>
      </w:r>
      <w:r>
        <w:t xml:space="preserve"> bez DPH, přičemž alespoň jedna významná služba musí dosahovat </w:t>
      </w:r>
      <w:r w:rsidR="00DE696C">
        <w:t xml:space="preserve">hodnoty </w:t>
      </w:r>
      <w:r>
        <w:t xml:space="preserve">nejméně </w:t>
      </w:r>
      <w:r w:rsidR="00B87645">
        <w:rPr>
          <w:b/>
          <w:bCs/>
        </w:rPr>
        <w:t xml:space="preserve">5 000 000,-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1629900B"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5387A08E"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467BCAD6" w:rsidR="00392730" w:rsidRPr="00D92C39"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xml:space="preserve">, je-li součástí plnění zakázky. </w:t>
      </w:r>
      <w:r w:rsidR="00BC4CE7" w:rsidRPr="00D92C39">
        <w:t>Tento odstavec</w:t>
      </w:r>
      <w:r w:rsidR="003B0F0D" w:rsidRPr="00D92C39">
        <w:t>, resp. odrážka,</w:t>
      </w:r>
      <w:r w:rsidR="00BC4CE7" w:rsidRPr="00D92C39">
        <w:t xml:space="preserve"> se nevztahuje na službu dle </w:t>
      </w:r>
      <w:r w:rsidR="00BC4CE7" w:rsidRPr="00383D68">
        <w:t xml:space="preserve">písm. </w:t>
      </w:r>
      <w:r w:rsidR="00D92C39" w:rsidRPr="00383D68">
        <w:t>b</w:t>
      </w:r>
      <w:r w:rsidR="00BC4CE7" w:rsidRPr="00383D68">
        <w:t>) tohoto článku</w:t>
      </w:r>
      <w:r w:rsidR="00BC4CE7" w:rsidRPr="00D92C39">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9819485" w:rsidR="009E1AEE" w:rsidRDefault="009E1AEE" w:rsidP="009E1AEE">
      <w:pPr>
        <w:pStyle w:val="Textbezslovn"/>
      </w:pPr>
      <w:r>
        <w:t xml:space="preserve">Zadavatel požaduje předložení seznamu odborného personálu dodavatele. Pro každou osobu odborného personálu v níže uvedené </w:t>
      </w:r>
      <w:r w:rsidRPr="007C4B32">
        <w:t>funkci</w:t>
      </w:r>
      <w:r w:rsidR="002D1971">
        <w:t xml:space="preserve"> </w:t>
      </w:r>
      <w:r w:rsidRPr="007C4B32">
        <w:t>může být za účelem splnění kvalifikace doložena pouze jedna osoba. Jednotlivé požadavky na kvalifikační kritéria u každé jednotlivé funkce nelze jakkoliv rozdělit mezi více fyzických osob, takže u téže funkce člena odborného personálu nemůže</w:t>
      </w:r>
      <w:r>
        <w:t xml:space="preserv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FC1082" w:rsidRDefault="005A595A" w:rsidP="00EA148D">
      <w:pPr>
        <w:pStyle w:val="Odstavec1-1a"/>
        <w:numPr>
          <w:ilvl w:val="0"/>
          <w:numId w:val="16"/>
        </w:numPr>
        <w:rPr>
          <w:b/>
        </w:rPr>
      </w:pPr>
      <w:r w:rsidRPr="00FC1082">
        <w:rPr>
          <w:b/>
        </w:rPr>
        <w:t>hlavní projektant</w:t>
      </w:r>
      <w:r w:rsidR="00BC4CE7" w:rsidRPr="00FC1082">
        <w:rPr>
          <w:b/>
        </w:rPr>
        <w:t xml:space="preserve"> (HIP)</w:t>
      </w:r>
      <w:r w:rsidR="009E1AEE" w:rsidRPr="00FC1082">
        <w:rPr>
          <w:b/>
        </w:rPr>
        <w:t xml:space="preserve"> </w:t>
      </w:r>
    </w:p>
    <w:p w14:paraId="1C8DEE95" w14:textId="64693AC5" w:rsidR="009E1AEE" w:rsidRPr="008C464D" w:rsidRDefault="009E1AEE" w:rsidP="009E1AEE">
      <w:pPr>
        <w:pStyle w:val="Odrka1-2-"/>
      </w:pPr>
      <w:r w:rsidRPr="00FC1082">
        <w:t>nejméně 5 let praxe v projektování</w:t>
      </w:r>
      <w:r w:rsidR="00BC4CE7" w:rsidRPr="00FC1082">
        <w:t xml:space="preserve"> staveb železničních drah</w:t>
      </w:r>
      <w:r w:rsidRPr="00FC1082">
        <w:t xml:space="preserve">, které obsahovaly alespoň následující činnosti: </w:t>
      </w:r>
      <w:r w:rsidRPr="008C464D">
        <w:t xml:space="preserve">projektování </w:t>
      </w:r>
      <w:r w:rsidR="00FC1082" w:rsidRPr="008C464D">
        <w:t>zabezpečovacího železničního zařízení</w:t>
      </w:r>
      <w:r w:rsidRPr="008C464D">
        <w:t xml:space="preserve">; </w:t>
      </w:r>
    </w:p>
    <w:p w14:paraId="0C067D02" w14:textId="12C6616C" w:rsidR="009E1AEE" w:rsidRPr="00FC1082" w:rsidRDefault="009E1AEE" w:rsidP="009E1AEE">
      <w:pPr>
        <w:pStyle w:val="Odrka1-2-"/>
      </w:pPr>
      <w:r w:rsidRPr="00FC1082">
        <w:t xml:space="preserve">autorizace v rozsahu dle § 5 odst. 3 písm. </w:t>
      </w:r>
      <w:r w:rsidR="00FC1082" w:rsidRPr="00FC1082">
        <w:t>e)</w:t>
      </w:r>
      <w:r w:rsidRPr="00FC1082">
        <w:t xml:space="preserve"> zák. č. 360/1992 Sb., o výkonu povolání autorizovaných architektů a o výkonu povolání autorizovaných inženýrů a techniků činných ve výstavbě, ve znění pozdějších předpisů (dále jen „autorizační zákon“), tedy pro </w:t>
      </w:r>
      <w:r w:rsidR="00FC1082" w:rsidRPr="00FC1082">
        <w:t>technologická zařízení staveb</w:t>
      </w:r>
      <w:r w:rsidRPr="00FC1082">
        <w:t xml:space="preserve">; </w:t>
      </w:r>
    </w:p>
    <w:p w14:paraId="6FF67603" w14:textId="4D6E0A2D" w:rsidR="009E1AEE" w:rsidRPr="00F90D57" w:rsidRDefault="009E1AEE" w:rsidP="00B51E0F">
      <w:pPr>
        <w:pStyle w:val="Odrka1-2-"/>
      </w:pPr>
      <w:r w:rsidRPr="00FC1082">
        <w:t xml:space="preserve">prokázat zkušenost s plněním alespoň </w:t>
      </w:r>
      <w:r w:rsidR="00440F7E" w:rsidRPr="00FC1082">
        <w:t xml:space="preserve">jedné zakázky </w:t>
      </w:r>
      <w:r w:rsidRPr="00FC1082">
        <w:t xml:space="preserve">na projektové práce </w:t>
      </w:r>
      <w:r w:rsidR="00B51E0F" w:rsidRPr="00FC1082">
        <w:t xml:space="preserve">spočívající ve zpracování dokumentace </w:t>
      </w:r>
      <w:r w:rsidRPr="00FC1082">
        <w:t xml:space="preserve">pro stavby železničních drah ve stupni </w:t>
      </w:r>
      <w:r w:rsidR="00D474A0" w:rsidRPr="00FC1082">
        <w:t xml:space="preserve">DUR nebo </w:t>
      </w:r>
      <w:r w:rsidR="00E226D0" w:rsidRPr="00FC1082">
        <w:t xml:space="preserve">DPS nebo DPS+PDPS nebo </w:t>
      </w:r>
      <w:r w:rsidRPr="00FC1082">
        <w:t>DSP nebo DSP+PDPS nebo DUSP</w:t>
      </w:r>
      <w:r w:rsidR="007250A8" w:rsidRPr="00FC1082">
        <w:t>/DUSL</w:t>
      </w:r>
      <w:r w:rsidRPr="00FC1082">
        <w:t xml:space="preserve"> </w:t>
      </w:r>
      <w:r w:rsidR="006E750A" w:rsidRPr="00FC1082">
        <w:t>nebo DUSP</w:t>
      </w:r>
      <w:r w:rsidR="007250A8" w:rsidRPr="00FC1082">
        <w:t>/DUSL</w:t>
      </w:r>
      <w:r w:rsidR="006E750A" w:rsidRPr="00FC1082">
        <w:t xml:space="preserve">+PDPS </w:t>
      </w:r>
      <w:r w:rsidR="00C95863" w:rsidRPr="00FC1082">
        <w:t xml:space="preserve">nebo DUR+DSP nebo DUR+DSP+PDPS </w:t>
      </w:r>
      <w:r w:rsidRPr="00FC1082">
        <w:t>ve funkci vedoucího týmu</w:t>
      </w:r>
      <w:r w:rsidR="00AA4782" w:rsidRPr="00FC1082">
        <w:t xml:space="preserve"> </w:t>
      </w:r>
      <w:r w:rsidR="000E1442" w:rsidRPr="00FC1082">
        <w:t>nebo zástupce vedoucího týmu</w:t>
      </w:r>
      <w:r w:rsidRPr="00FC1082">
        <w:t xml:space="preserve">, přičemž </w:t>
      </w:r>
      <w:r w:rsidR="00440F7E" w:rsidRPr="00FC1082">
        <w:t xml:space="preserve">hodnota zakázky </w:t>
      </w:r>
      <w:r w:rsidR="00440F7E" w:rsidRPr="00FC1082">
        <w:rPr>
          <w:rFonts w:cs="Arial"/>
          <w:bCs/>
        </w:rPr>
        <w:t xml:space="preserve">musí činit nejméně </w:t>
      </w:r>
      <w:r w:rsidR="00FC1082" w:rsidRPr="00FC1082">
        <w:rPr>
          <w:rFonts w:cs="Arial"/>
          <w:b/>
        </w:rPr>
        <w:t>5 000 000,-</w:t>
      </w:r>
      <w:r w:rsidR="00440F7E" w:rsidRPr="00FC1082">
        <w:rPr>
          <w:rFonts w:cs="Arial"/>
          <w:b/>
          <w:bCs/>
        </w:rPr>
        <w:t xml:space="preserve"> Kč</w:t>
      </w:r>
      <w:r w:rsidR="00440F7E" w:rsidRPr="00FC1082">
        <w:rPr>
          <w:rFonts w:cs="Arial"/>
          <w:bCs/>
        </w:rPr>
        <w:t xml:space="preserve"> bez DPH</w:t>
      </w:r>
      <w:r w:rsidR="00440F7E" w:rsidRPr="00FC1082">
        <w:t xml:space="preserve"> a </w:t>
      </w:r>
      <w:r w:rsidRPr="00FC1082">
        <w:t xml:space="preserve">musí </w:t>
      </w:r>
      <w:r w:rsidR="00440F7E" w:rsidRPr="00FC1082">
        <w:t xml:space="preserve">se </w:t>
      </w:r>
      <w:r w:rsidRPr="00FC1082">
        <w:t>jednat o zakázk</w:t>
      </w:r>
      <w:r w:rsidR="000749E8" w:rsidRPr="00FC1082">
        <w:t>u</w:t>
      </w:r>
      <w:r w:rsidRPr="00FC1082">
        <w:t xml:space="preserve"> dokončen</w:t>
      </w:r>
      <w:r w:rsidR="000749E8" w:rsidRPr="00FC1082">
        <w:t>ou</w:t>
      </w:r>
      <w:r w:rsidRPr="00FC1082">
        <w:t>, avšak zadavatel nestanoví maximální lhůtu, ve které musel</w:t>
      </w:r>
      <w:r w:rsidR="000749E8" w:rsidRPr="00FC1082">
        <w:t>a</w:t>
      </w:r>
      <w:r w:rsidRPr="00FC1082">
        <w:t xml:space="preserve"> být zakázk</w:t>
      </w:r>
      <w:r w:rsidR="000749E8" w:rsidRPr="00FC1082">
        <w:t>a</w:t>
      </w:r>
      <w:r w:rsidRPr="00FC1082">
        <w:t xml:space="preserve"> dokončen</w:t>
      </w:r>
      <w:r w:rsidR="000749E8" w:rsidRPr="00FC1082">
        <w:t>a</w:t>
      </w:r>
      <w:r w:rsidRPr="00FC1082">
        <w:t>; pokud byla referovaná činnost součástí rozsáhlejšího plnění pro objednatele služby (např. kromě zpracování projektové dokumentace měl dodavatel vykonávat i dozor</w:t>
      </w:r>
      <w:r w:rsidR="005E0759" w:rsidRPr="00FC1082">
        <w:t xml:space="preserve"> projektanta</w:t>
      </w:r>
      <w:r w:rsidRPr="00FC1082">
        <w:t>) postačí, pokud je dokončeno plněn</w:t>
      </w:r>
      <w:r w:rsidR="00355D2A" w:rsidRPr="00FC1082">
        <w:t>í</w:t>
      </w:r>
      <w:r w:rsidR="000749E8" w:rsidRPr="00FC1082">
        <w:t xml:space="preserve"> </w:t>
      </w:r>
      <w:r w:rsidR="000749E8" w:rsidRPr="00F90D57">
        <w:t>odpovídající zadavatelem stanovené definici požadované zkušenosti</w:t>
      </w:r>
      <w:r w:rsidR="00355D2A" w:rsidRPr="00F90D57">
        <w:t>;</w:t>
      </w:r>
      <w:r w:rsidRPr="00F90D57">
        <w:t xml:space="preserve">  </w:t>
      </w:r>
    </w:p>
    <w:p w14:paraId="03BB03C7" w14:textId="77777777" w:rsidR="001501B9" w:rsidRPr="00F90D57" w:rsidRDefault="001501B9" w:rsidP="001501B9">
      <w:pPr>
        <w:pStyle w:val="Odstavec1-1a"/>
        <w:numPr>
          <w:ilvl w:val="0"/>
          <w:numId w:val="16"/>
        </w:numPr>
        <w:rPr>
          <w:b/>
        </w:rPr>
      </w:pPr>
      <w:r w:rsidRPr="00F90D57">
        <w:rPr>
          <w:b/>
        </w:rPr>
        <w:t xml:space="preserve">zástupce hlavního projektanta  </w:t>
      </w:r>
    </w:p>
    <w:p w14:paraId="388C92E1" w14:textId="22A8D641" w:rsidR="001501B9" w:rsidRPr="008C464D" w:rsidRDefault="001501B9" w:rsidP="001501B9">
      <w:pPr>
        <w:pStyle w:val="Odrka1-2-"/>
      </w:pPr>
      <w:r w:rsidRPr="00F90D57">
        <w:t>nejméně 5 let praxe v projektování staveb železničních drah, které obsahovaly alespoň následující činnosti</w:t>
      </w:r>
      <w:r w:rsidRPr="008C464D">
        <w:t xml:space="preserve">: projektování </w:t>
      </w:r>
      <w:r w:rsidR="00F90D57" w:rsidRPr="008C464D">
        <w:t>zabezpečovacího železničního zařízení</w:t>
      </w:r>
      <w:r w:rsidRPr="008C464D">
        <w:t xml:space="preserve">; </w:t>
      </w:r>
    </w:p>
    <w:p w14:paraId="21B3132F" w14:textId="6E36A31C" w:rsidR="001501B9" w:rsidRPr="00F90D57" w:rsidRDefault="001501B9" w:rsidP="001501B9">
      <w:pPr>
        <w:pStyle w:val="Odrka1-2-"/>
        <w:rPr>
          <w:b/>
        </w:rPr>
      </w:pPr>
      <w:r w:rsidRPr="008C464D">
        <w:t xml:space="preserve">autorizace v rozsahu dle § 5 odst. 3 písm. </w:t>
      </w:r>
      <w:r w:rsidR="00F90D57" w:rsidRPr="008C464D">
        <w:t>e</w:t>
      </w:r>
      <w:r w:rsidRPr="008C464D">
        <w:t>) aut</w:t>
      </w:r>
      <w:r w:rsidRPr="00F90D57">
        <w:t xml:space="preserve">orizačního zákona, tedy pro </w:t>
      </w:r>
      <w:r w:rsidR="00F90D57" w:rsidRPr="00F90D57">
        <w:t>technologická zařízení staveb</w:t>
      </w:r>
      <w:r w:rsidRPr="00F90D57">
        <w:t>;</w:t>
      </w:r>
    </w:p>
    <w:p w14:paraId="19BAA002" w14:textId="77777777" w:rsidR="009E1AEE" w:rsidRPr="00B4340E" w:rsidRDefault="009E1AEE" w:rsidP="00EA148D">
      <w:pPr>
        <w:pStyle w:val="Odstavec1-1a"/>
        <w:numPr>
          <w:ilvl w:val="0"/>
          <w:numId w:val="16"/>
        </w:numPr>
        <w:rPr>
          <w:b/>
        </w:rPr>
      </w:pPr>
      <w:r w:rsidRPr="00B4340E">
        <w:rPr>
          <w:b/>
        </w:rPr>
        <w:t>specialista na zabezpečovací zařízení</w:t>
      </w:r>
    </w:p>
    <w:p w14:paraId="3ADF40C2" w14:textId="0C1B2DAB" w:rsidR="00355D2A" w:rsidRPr="00B4340E" w:rsidRDefault="009E1AEE" w:rsidP="00355D2A">
      <w:pPr>
        <w:pStyle w:val="Odrka1-2-"/>
      </w:pPr>
      <w:r w:rsidRPr="00B4340E">
        <w:t xml:space="preserve">nejméně 5 let praxe </w:t>
      </w:r>
      <w:r w:rsidR="000749E8" w:rsidRPr="00B4340E">
        <w:t xml:space="preserve">v projektování v oboru své specializace </w:t>
      </w:r>
      <w:r w:rsidR="0024255A" w:rsidRPr="00B4340E">
        <w:t>(zabezpečovací zařízení)</w:t>
      </w:r>
      <w:r w:rsidRPr="00B4340E">
        <w:t>;</w:t>
      </w:r>
    </w:p>
    <w:p w14:paraId="21C42832" w14:textId="77777777" w:rsidR="009E1AEE" w:rsidRPr="00B4340E" w:rsidRDefault="009E1AEE" w:rsidP="00355D2A">
      <w:pPr>
        <w:pStyle w:val="Odrka1-2-"/>
      </w:pPr>
      <w:r w:rsidRPr="00B4340E">
        <w:t xml:space="preserve">autorizace v rozsahu dle § 5 odst. 3 písm. e) autorizačního zákona, tedy v oboru technologická zařízení staveb; </w:t>
      </w:r>
    </w:p>
    <w:p w14:paraId="7D46D835" w14:textId="77777777" w:rsidR="009E1AEE" w:rsidRPr="000334AA" w:rsidRDefault="009E1AEE" w:rsidP="00EA148D">
      <w:pPr>
        <w:pStyle w:val="Odstavec1-1a"/>
        <w:numPr>
          <w:ilvl w:val="0"/>
          <w:numId w:val="16"/>
        </w:numPr>
        <w:rPr>
          <w:b/>
        </w:rPr>
      </w:pPr>
      <w:r w:rsidRPr="000334AA">
        <w:rPr>
          <w:b/>
        </w:rPr>
        <w:t>specialista na sdělovací zařízení</w:t>
      </w:r>
    </w:p>
    <w:p w14:paraId="5EFF262E" w14:textId="1C8793F9" w:rsidR="00355D2A" w:rsidRPr="000334AA" w:rsidRDefault="009E1AEE" w:rsidP="00355D2A">
      <w:pPr>
        <w:pStyle w:val="Odrka1-2-"/>
      </w:pPr>
      <w:r w:rsidRPr="000334AA">
        <w:t xml:space="preserve">nejméně 5 let praxe </w:t>
      </w:r>
      <w:r w:rsidR="000749E8" w:rsidRPr="000334AA">
        <w:t xml:space="preserve">v projektování v oboru své specializace </w:t>
      </w:r>
      <w:r w:rsidR="0024255A" w:rsidRPr="000334AA">
        <w:t>(sdělovací zařízení)</w:t>
      </w:r>
      <w:r w:rsidRPr="000334AA">
        <w:t xml:space="preserve">; </w:t>
      </w:r>
    </w:p>
    <w:p w14:paraId="7D688E45" w14:textId="77777777" w:rsidR="009E1AEE" w:rsidRPr="000334AA" w:rsidRDefault="009E1AEE" w:rsidP="00355D2A">
      <w:pPr>
        <w:pStyle w:val="Odrka1-2-"/>
      </w:pPr>
      <w:r w:rsidRPr="000334AA">
        <w:t xml:space="preserve">autorizace v rozsahu dle § 5 odst. 3 písm. e) autorizačního zákona, tedy v oboru technologická zařízení staveb; </w:t>
      </w:r>
    </w:p>
    <w:p w14:paraId="56EDA0AC" w14:textId="10582AE3" w:rsidR="009E1AEE" w:rsidRPr="00443615" w:rsidRDefault="009E1AEE" w:rsidP="00EA148D">
      <w:pPr>
        <w:pStyle w:val="Odstavec1-1a"/>
        <w:numPr>
          <w:ilvl w:val="0"/>
          <w:numId w:val="16"/>
        </w:numPr>
        <w:rPr>
          <w:b/>
        </w:rPr>
      </w:pPr>
      <w:r w:rsidRPr="00443615">
        <w:rPr>
          <w:b/>
        </w:rPr>
        <w:t>specialista na inženýrskou činnost</w:t>
      </w:r>
    </w:p>
    <w:p w14:paraId="42A56C8F" w14:textId="6FAD8ED6" w:rsidR="009E1AEE" w:rsidRPr="00443615" w:rsidRDefault="009E1AEE" w:rsidP="007C6F69">
      <w:pPr>
        <w:pStyle w:val="Odrka1-2-"/>
      </w:pPr>
      <w:r w:rsidRPr="00443615">
        <w:t xml:space="preserve">nejméně 5 let praxe ve výkonu inženýrské činnosti pro vydání </w:t>
      </w:r>
      <w:r w:rsidR="005E0759" w:rsidRPr="00443615">
        <w:t xml:space="preserve">stavebního povolení </w:t>
      </w:r>
      <w:r w:rsidR="007C6F69" w:rsidRPr="00443615">
        <w:t xml:space="preserve">nebo </w:t>
      </w:r>
      <w:r w:rsidRPr="00443615">
        <w:t>společného povolení</w:t>
      </w:r>
      <w:r w:rsidR="005E0759" w:rsidRPr="00443615">
        <w:t xml:space="preserve"> nebo povolení </w:t>
      </w:r>
      <w:r w:rsidR="00487B15" w:rsidRPr="00443615">
        <w:t xml:space="preserve">záměru (povolení </w:t>
      </w:r>
      <w:r w:rsidR="005E0759" w:rsidRPr="00443615">
        <w:t>stavby</w:t>
      </w:r>
      <w:r w:rsidR="00487B15" w:rsidRPr="00443615">
        <w:t>)</w:t>
      </w:r>
      <w:r w:rsidR="00016DBF" w:rsidRPr="00443615">
        <w:t>,</w:t>
      </w:r>
      <w:r w:rsidRPr="00443615">
        <w:t xml:space="preserve"> včetně majetkoprávní přípravy staveb;</w:t>
      </w:r>
    </w:p>
    <w:p w14:paraId="38BFCAE7" w14:textId="77777777" w:rsidR="009E1AEE" w:rsidRPr="00B17CA8" w:rsidRDefault="009E1AEE" w:rsidP="00EA148D">
      <w:pPr>
        <w:pStyle w:val="Odstavec1-1a"/>
        <w:numPr>
          <w:ilvl w:val="0"/>
          <w:numId w:val="16"/>
        </w:numPr>
        <w:rPr>
          <w:b/>
        </w:rPr>
      </w:pPr>
      <w:r w:rsidRPr="00B17CA8">
        <w:rPr>
          <w:b/>
        </w:rPr>
        <w:t xml:space="preserve">specialista na hodnocení ekonomické efektivnosti </w:t>
      </w:r>
    </w:p>
    <w:p w14:paraId="6073FF8E" w14:textId="023312D4" w:rsidR="009E1AEE" w:rsidRPr="00B17CA8" w:rsidRDefault="009E1AEE" w:rsidP="00355D2A">
      <w:pPr>
        <w:pStyle w:val="Odrka1-2-"/>
      </w:pPr>
      <w:r w:rsidRPr="00B17CA8">
        <w:t xml:space="preserve">nejméně 3 roky praxe v oblasti hodnocení ekonomické efektivnosti </w:t>
      </w:r>
      <w:r w:rsidR="000749E8" w:rsidRPr="00B17CA8">
        <w:t xml:space="preserve">staveb </w:t>
      </w:r>
      <w:r w:rsidRPr="00B17CA8">
        <w:t>železničních drah celostátních nebo regionálních;</w:t>
      </w:r>
    </w:p>
    <w:p w14:paraId="581C0F11" w14:textId="108FE374" w:rsidR="00104488" w:rsidRPr="00B17CA8" w:rsidRDefault="009E1AEE" w:rsidP="00355D2A">
      <w:pPr>
        <w:pStyle w:val="Odrka1-2-"/>
      </w:pPr>
      <w:r w:rsidRPr="00B17CA8">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B17CA8">
        <w:t xml:space="preserve">nebo bylo jejím předmětem ověření platnosti ekonomického hodnocení stavby železničních drah celostátních nebo regionálních ze záměru projektu, </w:t>
      </w:r>
      <w:r w:rsidRPr="00B17CA8">
        <w:t>a to ve funkci specialisty na hodnocení ekonomické efektivnosti, přičemž</w:t>
      </w:r>
      <w:r w:rsidR="00104488" w:rsidRPr="00B17CA8">
        <w:t>:</w:t>
      </w:r>
      <w:r w:rsidRPr="00B17CA8">
        <w:t xml:space="preserve"> </w:t>
      </w:r>
    </w:p>
    <w:p w14:paraId="00BD98BF" w14:textId="0CB894B1" w:rsidR="00104488" w:rsidRPr="00B17CA8" w:rsidRDefault="002207DA" w:rsidP="002207DA">
      <w:pPr>
        <w:pStyle w:val="Odstavec1-2i"/>
        <w:numPr>
          <w:ilvl w:val="0"/>
          <w:numId w:val="0"/>
        </w:numPr>
        <w:ind w:left="1531"/>
      </w:pPr>
      <w:r w:rsidRPr="00B17CA8">
        <w:t xml:space="preserve">(i) </w:t>
      </w:r>
      <w:r w:rsidR="009E1AEE" w:rsidRPr="00B17CA8">
        <w:t>se musí jednat o zakázku dokončenou (pokud však byla požadovaná činnost součástí rozsáhlejšího plnění pro objednatele služby</w:t>
      </w:r>
      <w:r w:rsidR="00FA7FC5">
        <w:t>,</w:t>
      </w:r>
      <w:r w:rsidR="009E1AEE" w:rsidRPr="00B17CA8">
        <w:t xml:space="preserve"> a kromě zpracování hodnocení ekonomické efektivnosti měl dodavatel vykonávat i další navazující činnosti</w:t>
      </w:r>
      <w:r w:rsidR="007C6F69" w:rsidRPr="00B17CA8">
        <w:t>,</w:t>
      </w:r>
      <w:r w:rsidR="009E1AEE" w:rsidRPr="00B17CA8">
        <w:t xml:space="preserve"> postačí, pokud je dokončeno plnění v rozsahu požadované</w:t>
      </w:r>
      <w:r w:rsidR="000749E8" w:rsidRPr="00B17CA8">
        <w:t xml:space="preserve"> zkušenosti</w:t>
      </w:r>
      <w:r w:rsidR="009E1AEE" w:rsidRPr="00B17CA8">
        <w:t xml:space="preserve">, tj. zpracování hodnocení ekonomické efektivnosti), </w:t>
      </w:r>
    </w:p>
    <w:p w14:paraId="44670D92" w14:textId="4A625A01" w:rsidR="00104488" w:rsidRPr="00B17CA8" w:rsidRDefault="002207DA" w:rsidP="002207DA">
      <w:pPr>
        <w:pStyle w:val="Odstavec1-2i"/>
        <w:numPr>
          <w:ilvl w:val="0"/>
          <w:numId w:val="0"/>
        </w:numPr>
        <w:ind w:left="1531"/>
      </w:pPr>
      <w:r w:rsidRPr="00B17CA8">
        <w:t>(</w:t>
      </w:r>
      <w:proofErr w:type="spellStart"/>
      <w:r w:rsidRPr="00B17CA8">
        <w:t>ii</w:t>
      </w:r>
      <w:proofErr w:type="spellEnd"/>
      <w:r w:rsidRPr="00B17CA8">
        <w:t xml:space="preserve">) </w:t>
      </w:r>
      <w:r w:rsidR="009E1AEE" w:rsidRPr="00B17CA8">
        <w:t xml:space="preserve">hodnocení ekonomické efektivnosti bylo zpracováno podle </w:t>
      </w:r>
      <w:r w:rsidR="00104488" w:rsidRPr="00B17CA8">
        <w:t xml:space="preserve">Pravidel přípravy a realizace akcí dopravní infrastruktury financovaných Státním fondem dopravní infrastruktury vydaných Ministerstvem dopravy, srpen 2024 (schváleno dopisem ministra dopravy č. j. MD-46506/2024-910/1) nebo </w:t>
      </w:r>
      <w:r w:rsidR="009E1AEE" w:rsidRPr="00B17CA8">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009E1AEE" w:rsidRPr="00B17CA8">
        <w:t>Cost</w:t>
      </w:r>
      <w:proofErr w:type="spellEnd"/>
      <w:r w:rsidR="009E1AEE" w:rsidRPr="00B17CA8">
        <w:t xml:space="preserve">-benefit </w:t>
      </w:r>
      <w:proofErr w:type="spellStart"/>
      <w:r w:rsidR="009E1AEE" w:rsidRPr="00B17CA8">
        <w:t>Analysis</w:t>
      </w:r>
      <w:proofErr w:type="spellEnd"/>
      <w:r w:rsidR="009E1AEE" w:rsidRPr="00B17CA8">
        <w:t xml:space="preserve"> </w:t>
      </w:r>
      <w:proofErr w:type="spellStart"/>
      <w:r w:rsidR="009E1AEE" w:rsidRPr="00B17CA8">
        <w:t>of</w:t>
      </w:r>
      <w:proofErr w:type="spellEnd"/>
      <w:r w:rsidR="009E1AEE" w:rsidRPr="00B17CA8">
        <w:t xml:space="preserve"> </w:t>
      </w:r>
      <w:proofErr w:type="spellStart"/>
      <w:r w:rsidR="009E1AEE" w:rsidRPr="00B17CA8">
        <w:t>Investment</w:t>
      </w:r>
      <w:proofErr w:type="spellEnd"/>
      <w:r w:rsidR="009E1AEE" w:rsidRPr="00B17CA8">
        <w:t xml:space="preserve"> </w:t>
      </w:r>
      <w:proofErr w:type="spellStart"/>
      <w:r w:rsidR="009E1AEE" w:rsidRPr="00B17CA8">
        <w:t>Projects</w:t>
      </w:r>
      <w:proofErr w:type="spellEnd"/>
      <w:r w:rsidR="009E1AEE" w:rsidRPr="00B17CA8">
        <w:t xml:space="preserve">, </w:t>
      </w:r>
      <w:proofErr w:type="spellStart"/>
      <w:r w:rsidR="009E1AEE" w:rsidRPr="00B17CA8">
        <w:t>Structural</w:t>
      </w:r>
      <w:proofErr w:type="spellEnd"/>
      <w:r w:rsidR="009E1AEE" w:rsidRPr="00B17CA8">
        <w:t xml:space="preserve"> </w:t>
      </w:r>
      <w:proofErr w:type="spellStart"/>
      <w:r w:rsidR="009E1AEE" w:rsidRPr="00B17CA8">
        <w:t>Funds</w:t>
      </w:r>
      <w:proofErr w:type="spellEnd"/>
      <w:r w:rsidR="009E1AEE" w:rsidRPr="00B17CA8">
        <w:t xml:space="preserve">, </w:t>
      </w:r>
      <w:proofErr w:type="spellStart"/>
      <w:r w:rsidR="009E1AEE" w:rsidRPr="00B17CA8">
        <w:t>Cohesion</w:t>
      </w:r>
      <w:proofErr w:type="spellEnd"/>
      <w:r w:rsidR="009E1AEE" w:rsidRPr="00B17CA8">
        <w:t xml:space="preserve"> </w:t>
      </w:r>
      <w:proofErr w:type="spellStart"/>
      <w:r w:rsidR="009E1AEE" w:rsidRPr="00B17CA8">
        <w:t>Fund</w:t>
      </w:r>
      <w:proofErr w:type="spellEnd"/>
      <w:r w:rsidR="009E1AEE" w:rsidRPr="00B17CA8">
        <w:t xml:space="preserve"> and Instrument </w:t>
      </w:r>
      <w:proofErr w:type="spellStart"/>
      <w:r w:rsidR="009E1AEE" w:rsidRPr="00B17CA8">
        <w:t>for</w:t>
      </w:r>
      <w:proofErr w:type="spellEnd"/>
      <w:r w:rsidR="009E1AEE" w:rsidRPr="00B17CA8">
        <w:t xml:space="preserve"> </w:t>
      </w:r>
      <w:proofErr w:type="spellStart"/>
      <w:r w:rsidR="009E1AEE" w:rsidRPr="00B17CA8">
        <w:t>Pre-Accession</w:t>
      </w:r>
      <w:proofErr w:type="spellEnd"/>
      <w:r w:rsidR="009E1AEE" w:rsidRPr="00B17CA8">
        <w:t xml:space="preserve">, EK, 06/2008 nebo podle </w:t>
      </w:r>
      <w:proofErr w:type="spellStart"/>
      <w:r w:rsidR="009E1AEE" w:rsidRPr="00B17CA8">
        <w:t>Guide</w:t>
      </w:r>
      <w:proofErr w:type="spellEnd"/>
      <w:r w:rsidR="009E1AEE" w:rsidRPr="00B17CA8">
        <w:t xml:space="preserve"> to </w:t>
      </w:r>
      <w:proofErr w:type="spellStart"/>
      <w:r w:rsidR="009E1AEE" w:rsidRPr="00B17CA8">
        <w:t>Cost</w:t>
      </w:r>
      <w:proofErr w:type="spellEnd"/>
      <w:r w:rsidR="009E1AEE" w:rsidRPr="00B17CA8">
        <w:t xml:space="preserve">-benefit </w:t>
      </w:r>
      <w:proofErr w:type="spellStart"/>
      <w:r w:rsidR="009E1AEE" w:rsidRPr="00B17CA8">
        <w:t>Analysis</w:t>
      </w:r>
      <w:proofErr w:type="spellEnd"/>
      <w:r w:rsidR="009E1AEE" w:rsidRPr="00B17CA8">
        <w:t xml:space="preserve"> </w:t>
      </w:r>
      <w:proofErr w:type="spellStart"/>
      <w:r w:rsidR="009E1AEE" w:rsidRPr="00B17CA8">
        <w:t>of</w:t>
      </w:r>
      <w:proofErr w:type="spellEnd"/>
      <w:r w:rsidR="009E1AEE" w:rsidRPr="00B17CA8">
        <w:t xml:space="preserve"> </w:t>
      </w:r>
      <w:proofErr w:type="spellStart"/>
      <w:r w:rsidR="009E1AEE" w:rsidRPr="00B17CA8">
        <w:t>Investment</w:t>
      </w:r>
      <w:proofErr w:type="spellEnd"/>
      <w:r w:rsidR="009E1AEE" w:rsidRPr="00B17CA8">
        <w:t xml:space="preserve"> </w:t>
      </w:r>
      <w:proofErr w:type="spellStart"/>
      <w:r w:rsidR="009E1AEE" w:rsidRPr="00B17CA8">
        <w:t>Projects</w:t>
      </w:r>
      <w:proofErr w:type="spellEnd"/>
      <w:r w:rsidR="009E1AEE" w:rsidRPr="00B17CA8">
        <w:t xml:space="preserve">, </w:t>
      </w:r>
      <w:proofErr w:type="spellStart"/>
      <w:r w:rsidR="009E1AEE" w:rsidRPr="00B17CA8">
        <w:t>Economic</w:t>
      </w:r>
      <w:proofErr w:type="spellEnd"/>
      <w:r w:rsidR="009E1AEE" w:rsidRPr="00B17CA8">
        <w:t xml:space="preserve"> </w:t>
      </w:r>
      <w:proofErr w:type="spellStart"/>
      <w:r w:rsidR="009E1AEE" w:rsidRPr="00B17CA8">
        <w:t>appraisal</w:t>
      </w:r>
      <w:proofErr w:type="spellEnd"/>
      <w:r w:rsidR="009E1AEE" w:rsidRPr="00B17CA8">
        <w:t xml:space="preserve"> </w:t>
      </w:r>
      <w:proofErr w:type="spellStart"/>
      <w:r w:rsidR="009E1AEE" w:rsidRPr="00B17CA8">
        <w:t>tool</w:t>
      </w:r>
      <w:proofErr w:type="spellEnd"/>
      <w:r w:rsidR="009E1AEE" w:rsidRPr="00B17CA8">
        <w:t xml:space="preserve"> </w:t>
      </w:r>
      <w:proofErr w:type="spellStart"/>
      <w:r w:rsidR="009E1AEE" w:rsidRPr="00B17CA8">
        <w:t>for</w:t>
      </w:r>
      <w:proofErr w:type="spellEnd"/>
      <w:r w:rsidR="009E1AEE" w:rsidRPr="00B17CA8">
        <w:t xml:space="preserve"> </w:t>
      </w:r>
      <w:proofErr w:type="spellStart"/>
      <w:r w:rsidR="009E1AEE" w:rsidRPr="00B17CA8">
        <w:t>Cohesion</w:t>
      </w:r>
      <w:proofErr w:type="spellEnd"/>
      <w:r w:rsidR="009E1AEE" w:rsidRPr="00B17CA8">
        <w:t xml:space="preserve"> </w:t>
      </w:r>
      <w:proofErr w:type="spellStart"/>
      <w:r w:rsidR="009E1AEE" w:rsidRPr="00B17CA8">
        <w:t>Policy</w:t>
      </w:r>
      <w:proofErr w:type="spellEnd"/>
      <w:r w:rsidR="009E1AEE" w:rsidRPr="00B17CA8">
        <w:t xml:space="preserve"> 2014-2020, EK, 12/2014, </w:t>
      </w:r>
    </w:p>
    <w:p w14:paraId="5D1FE6AA" w14:textId="781478B1" w:rsidR="009E1AEE" w:rsidRPr="00B17CA8" w:rsidRDefault="009E1AEE" w:rsidP="00104488">
      <w:pPr>
        <w:pStyle w:val="Odstavec1-2i"/>
        <w:numPr>
          <w:ilvl w:val="0"/>
          <w:numId w:val="0"/>
        </w:numPr>
        <w:ind w:left="1531"/>
      </w:pPr>
      <w:r w:rsidRPr="00B17CA8">
        <w:t>(</w:t>
      </w:r>
      <w:proofErr w:type="spellStart"/>
      <w:r w:rsidRPr="00B17CA8">
        <w:t>iii</w:t>
      </w:r>
      <w:proofErr w:type="spellEnd"/>
      <w:r w:rsidRPr="00B17CA8">
        <w:t>) hodnocení ekonomické efektivnosti se týkalo stavby nebo společně hodnoceného souboru staveb železničních drah celostátních nebo regionálních s celkovými investičními náklady (CIN) minimálně ve výši:</w:t>
      </w:r>
    </w:p>
    <w:p w14:paraId="71D0477C" w14:textId="28849A21" w:rsidR="009E1AEE" w:rsidRPr="00B17CA8" w:rsidRDefault="00FA7FC5" w:rsidP="00355D2A">
      <w:pPr>
        <w:pStyle w:val="Odrka1-3"/>
      </w:pPr>
      <w:r w:rsidRPr="00FA7FC5">
        <w:rPr>
          <w:b/>
          <w:bCs/>
        </w:rPr>
        <w:t>2,5 mld. Kč</w:t>
      </w:r>
      <w:r>
        <w:t xml:space="preserve"> </w:t>
      </w:r>
      <w:r w:rsidR="009E1AEE" w:rsidRPr="00B17CA8">
        <w:t>bez DPH</w:t>
      </w:r>
      <w:r w:rsidR="00931F53" w:rsidRPr="00B17CA8">
        <w:t>;</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55AB2A07" w14:textId="5CD26379" w:rsidR="009E1AEE" w:rsidRPr="00802C1D" w:rsidRDefault="009E1AEE" w:rsidP="009E1AEE">
      <w:pPr>
        <w:pStyle w:val="Textbezslovn"/>
      </w:pPr>
      <w:r w:rsidRPr="00802C1D">
        <w:t>V souvislosti s požadavky na zkušenost specialisty na hodnocení ekonomické efektivnosti zadavatel upřesňuje následující pojmy:</w:t>
      </w:r>
    </w:p>
    <w:p w14:paraId="2278375F" w14:textId="10A51244" w:rsidR="009E1AEE" w:rsidRPr="00802C1D" w:rsidRDefault="009E1AEE" w:rsidP="00355D2A">
      <w:pPr>
        <w:pStyle w:val="Odrka1-1"/>
      </w:pPr>
      <w:r w:rsidRPr="00802C1D">
        <w:t xml:space="preserve">Záměrem projektu se rozumí </w:t>
      </w:r>
      <w:r w:rsidR="005A595A" w:rsidRPr="00802C1D">
        <w:t xml:space="preserve">předprojektová </w:t>
      </w:r>
      <w:r w:rsidRPr="00802C1D">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802C1D" w:rsidRDefault="009E1AEE" w:rsidP="00355D2A">
      <w:pPr>
        <w:pStyle w:val="Odrka1-1"/>
      </w:pPr>
      <w:r w:rsidRPr="00802C1D">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802C1D">
        <w:t>ii</w:t>
      </w:r>
      <w:proofErr w:type="spellEnd"/>
      <w:r w:rsidRPr="00802C1D">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802C1D" w:rsidRDefault="009E1AEE" w:rsidP="00355D2A">
      <w:pPr>
        <w:pStyle w:val="Odrka1-1"/>
      </w:pPr>
      <w:r w:rsidRPr="00802C1D">
        <w:t>Projektovou žá</w:t>
      </w:r>
      <w:r w:rsidRPr="00802C1D">
        <w:rPr>
          <w:rStyle w:val="Odrka1-1Char"/>
        </w:rPr>
        <w:t xml:space="preserve">dostí o spolufinancování z prostředků EU se rozumí </w:t>
      </w:r>
      <w:r w:rsidRPr="00802C1D">
        <w:t>dokumentace</w:t>
      </w:r>
      <w:r w:rsidRPr="00802C1D">
        <w:rPr>
          <w:rStyle w:val="Odrka1-1Char"/>
        </w:rPr>
        <w:t>, která slouží</w:t>
      </w:r>
      <w:r w:rsidRPr="00802C1D">
        <w:t xml:space="preserve"> k zajištění finančních prostředků pro financování stavby ze zdrojů EU a jejíž podoba je definována příslušným dotačním programem, např. OPD, nástroj CEF.</w:t>
      </w:r>
    </w:p>
    <w:p w14:paraId="56773E24" w14:textId="77777777" w:rsidR="009E1AEE" w:rsidRPr="00802C1D" w:rsidRDefault="009E1AEE" w:rsidP="00355D2A">
      <w:pPr>
        <w:pStyle w:val="Odrka1-1"/>
      </w:pPr>
      <w:r w:rsidRPr="00802C1D">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4F09679A"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rsidR="007E5C0C">
        <w:t xml:space="preserve"> </w:t>
      </w:r>
      <w:r w:rsidRPr="00A61C74">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w:t>
      </w:r>
      <w:r>
        <w:t xml:space="preserve">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6" w:name="_Toc178767026"/>
      <w:r>
        <w:t>DALŠÍ INFORMACE/DOKUMENTY PŘEDKLÁDANÉ DODAVATELEM</w:t>
      </w:r>
      <w:r w:rsidR="00092CC9">
        <w:t xml:space="preserve"> v </w:t>
      </w:r>
      <w:r>
        <w:t>NABÍDCE</w:t>
      </w:r>
      <w:bookmarkEnd w:id="16"/>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4DC1C87E"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w:t>
      </w:r>
      <w:r w:rsidR="00393959">
        <w:t>–</w:t>
      </w:r>
      <w:r>
        <w:t xml:space="preserve"> faktury</w:t>
      </w:r>
      <w:r w:rsidR="00393959">
        <w:t>,</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1E355681"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393959">
        <w:t>,</w:t>
      </w:r>
      <w:r>
        <w:t xml:space="preserve"> resp. odeslaná okamžikem doručení, resp. odeslání tomuto společníkovi</w:t>
      </w:r>
      <w:r w:rsidR="0035531B">
        <w:t>.</w:t>
      </w:r>
    </w:p>
    <w:p w14:paraId="3C30BC2F" w14:textId="77777777" w:rsidR="0035531B" w:rsidRPr="00393959" w:rsidRDefault="0035531B" w:rsidP="0035531B">
      <w:pPr>
        <w:pStyle w:val="Text1-1"/>
        <w:rPr>
          <w:rStyle w:val="Tun9b"/>
          <w:b w:val="0"/>
          <w:bCs/>
        </w:rPr>
      </w:pPr>
      <w:r w:rsidRPr="00393959">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28E4C962"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 xml:space="preserve">áměru projektu bez DPH a Ceny za </w:t>
      </w:r>
      <w:r w:rsidR="00AA4EEF" w:rsidRPr="00D27999">
        <w:t xml:space="preserve">zpracování </w:t>
      </w:r>
      <w:r w:rsidR="00E672B1" w:rsidRPr="00D27999">
        <w:t>DPS</w:t>
      </w:r>
      <w:r w:rsidR="007029B1" w:rsidRPr="00AA4EEF">
        <w:t xml:space="preserve"> </w:t>
      </w:r>
      <w:r w:rsidR="00AA4EEF" w:rsidRPr="00AA4EEF">
        <w:t>bez DPH</w:t>
      </w:r>
      <w:r w:rsidR="009D54E5">
        <w:t xml:space="preserve"> </w:t>
      </w:r>
      <w:bookmarkStart w:id="17" w:name="_Hlk161998148"/>
      <w:r w:rsidR="009D54E5">
        <w:t>a Ceny za výkon Dozoru projektanta</w:t>
      </w:r>
      <w:bookmarkEnd w:id="17"/>
      <w:r w:rsidR="009D54E5">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4679392C"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w:t>
      </w:r>
      <w:r w:rsidR="00AA4EEF" w:rsidRPr="00D27999">
        <w:t xml:space="preserve">a </w:t>
      </w:r>
      <w:r w:rsidR="00E672B1" w:rsidRPr="00D27999">
        <w:t xml:space="preserve">DPS </w:t>
      </w:r>
      <w:r w:rsidRPr="00D27999">
        <w:t>podle členění na základní a dodatečné služby</w:t>
      </w:r>
      <w:r w:rsidR="00AA4EEF" w:rsidRPr="00D27999">
        <w:t xml:space="preserve">, </w:t>
      </w:r>
      <w:r w:rsidR="009D54E5" w:rsidRPr="00D27999">
        <w:t xml:space="preserve">Cenu za výkon Dozoru projektanta, </w:t>
      </w:r>
      <w:r w:rsidR="00AA4EEF" w:rsidRPr="00D27999">
        <w:t xml:space="preserve">dále Cenu Díla včetně členění na </w:t>
      </w:r>
      <w:r w:rsidR="009D54E5" w:rsidRPr="00D27999">
        <w:t>C</w:t>
      </w:r>
      <w:r w:rsidR="00AA4EEF" w:rsidRPr="00D27999">
        <w:t xml:space="preserve">enu za zpracování </w:t>
      </w:r>
      <w:r w:rsidR="007A3B81" w:rsidRPr="00D27999">
        <w:t>Z</w:t>
      </w:r>
      <w:r w:rsidR="00AA4EEF" w:rsidRPr="00D27999">
        <w:t xml:space="preserve">áměru projektu a </w:t>
      </w:r>
      <w:r w:rsidR="00E672B1" w:rsidRPr="00D27999">
        <w:t xml:space="preserve">DPS </w:t>
      </w:r>
      <w:r w:rsidR="009D54E5" w:rsidRPr="00D27999">
        <w:t xml:space="preserve">a Cenu za výkon </w:t>
      </w:r>
      <w:r w:rsidR="003A26D1" w:rsidRPr="00D27999">
        <w:t>D</w:t>
      </w:r>
      <w:r w:rsidR="009D54E5" w:rsidRPr="00D27999">
        <w:t xml:space="preserve">ozoru projektanta </w:t>
      </w:r>
      <w:r w:rsidRPr="00D27999">
        <w:t xml:space="preserve">a </w:t>
      </w:r>
      <w:r w:rsidR="009D54E5" w:rsidRPr="00D27999">
        <w:t>r</w:t>
      </w:r>
      <w:r w:rsidRPr="00D27999">
        <w:t>ozpis jednotlivých položek Ceny Díla podle členění</w:t>
      </w:r>
      <w:r>
        <w:t xml:space="preserve">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5F825F41" w:rsidR="0035531B" w:rsidRDefault="00465FDD" w:rsidP="00465FDD">
      <w:pPr>
        <w:pStyle w:val="Odrka1-1"/>
      </w:pPr>
      <w:r>
        <w:t>V případě nabídky podávané fyzickou</w:t>
      </w:r>
      <w:r w:rsidR="00D66E7F">
        <w:t>,</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8" w:name="_Toc178767027"/>
      <w:r>
        <w:t>JAZYK NABÍDEK</w:t>
      </w:r>
      <w:r w:rsidR="00A56DEC">
        <w:t xml:space="preserve"> A KOMUNIKAČNÍ JAZYK</w:t>
      </w:r>
      <w:bookmarkEnd w:id="18"/>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9" w:name="_Toc178767028"/>
      <w:r>
        <w:t>OBSAH</w:t>
      </w:r>
      <w:r w:rsidR="00845C50">
        <w:t xml:space="preserve"> a </w:t>
      </w:r>
      <w:r>
        <w:t>PODÁVÁNÍ NABÍDEK</w:t>
      </w:r>
      <w:bookmarkEnd w:id="19"/>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0" w:name="_Toc178767029"/>
      <w:r>
        <w:t>POŽADAVKY NA ZPRACOVÁNÍ NABÍDKOVÉ CENY</w:t>
      </w:r>
      <w:bookmarkEnd w:id="20"/>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7BF5480D"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w:t>
      </w:r>
      <w:r w:rsidR="003A4A14" w:rsidRPr="001B7B7A">
        <w:t>DPS</w:t>
      </w:r>
      <w:r w:rsidR="00381906" w:rsidRPr="001B7B7A">
        <w:t xml:space="preserve"> </w:t>
      </w:r>
      <w:r w:rsidRPr="001B7B7A">
        <w:t>bez DPH</w:t>
      </w:r>
      <w:r w:rsidR="004430D9">
        <w:t xml:space="preserve"> a Ceny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1" w:name="_Toc178767030"/>
      <w:r>
        <w:t>VARIANTY NABÍDKY</w:t>
      </w:r>
      <w:bookmarkEnd w:id="21"/>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2" w:name="_Toc178767031"/>
      <w:r>
        <w:t>OTEVÍRÁNÍ NABÍDEK</w:t>
      </w:r>
      <w:bookmarkEnd w:id="22"/>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3" w:name="_Toc178767032"/>
      <w:r>
        <w:t>POSOUZENÍ SPLNĚNÍ PODMÍNEK ÚČASTI</w:t>
      </w:r>
      <w:bookmarkEnd w:id="23"/>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4" w:name="_Toc178767033"/>
      <w:r>
        <w:t>HODNOCENÍ NABÍDEK</w:t>
      </w:r>
      <w:bookmarkEnd w:id="24"/>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48D06CDE"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w:t>
      </w:r>
      <w:r w:rsidRPr="005C55CC">
        <w:t xml:space="preserve">zpracování </w:t>
      </w:r>
      <w:r w:rsidR="003A4A14" w:rsidRPr="005C55CC">
        <w:t>DPS</w:t>
      </w:r>
      <w:r w:rsidR="00381906" w:rsidRPr="005C55CC">
        <w:t xml:space="preserve"> </w:t>
      </w:r>
      <w:r w:rsidRPr="005C55CC">
        <w:t>bez DPH</w:t>
      </w:r>
      <w:r w:rsidR="004430D9" w:rsidRPr="005C55CC">
        <w:t xml:space="preserve"> a Ceny</w:t>
      </w:r>
      <w:r w:rsidR="004430D9">
        <w:t xml:space="preserve">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C2CB2">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38415B0A"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106F36">
              <w:rPr>
                <w:rFonts w:cs="Arial"/>
                <w:b/>
              </w:rPr>
              <w:t xml:space="preserve">5 000 000,-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160198D8" w14:textId="77777777" w:rsidTr="00BC2CB2">
        <w:trPr>
          <w:trHeight w:val="565"/>
        </w:trPr>
        <w:tc>
          <w:tcPr>
            <w:tcW w:w="1843" w:type="dxa"/>
            <w:tcBorders>
              <w:top w:val="single" w:sz="4" w:space="0" w:color="auto"/>
              <w:left w:val="single" w:sz="4" w:space="0" w:color="auto"/>
              <w:bottom w:val="single" w:sz="4" w:space="0" w:color="auto"/>
              <w:right w:val="single" w:sz="4" w:space="0" w:color="auto"/>
            </w:tcBorders>
          </w:tcPr>
          <w:p w14:paraId="225A9450" w14:textId="77777777" w:rsidR="00B77110" w:rsidRPr="00B77110" w:rsidRDefault="00B77110" w:rsidP="00631EAA">
            <w:pPr>
              <w:rPr>
                <w:rFonts w:cs="Arial"/>
                <w:bCs/>
              </w:rPr>
            </w:pPr>
            <w:r w:rsidRPr="00692F1A">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7F888B3" w14:textId="2205D167"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92F1A">
              <w:rPr>
                <w:rFonts w:cs="Arial"/>
                <w:b/>
              </w:rPr>
              <w:t xml:space="preserve">5 000 000,- </w:t>
            </w:r>
            <w:r w:rsidR="00692F1A"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67A11812" w:rsidR="00B77110" w:rsidRPr="00B77110" w:rsidDel="00DA194B" w:rsidRDefault="00A373A7" w:rsidP="00631EAA">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75D7A57A" w:rsidR="00B77110" w:rsidRDefault="00B77110" w:rsidP="00B77110">
      <w:pPr>
        <w:pStyle w:val="Text1-1"/>
        <w:numPr>
          <w:ilvl w:val="0"/>
          <w:numId w:val="0"/>
        </w:numPr>
        <w:ind w:left="737"/>
      </w:pPr>
      <w:r>
        <w:t xml:space="preserve">Dodavatel může u každé funkce člena odborného personálu </w:t>
      </w:r>
      <w:r w:rsidRPr="002B0E75">
        <w:t>dodavatele</w:t>
      </w:r>
      <w:r w:rsidR="00BC2CB2">
        <w:t xml:space="preserve"> </w:t>
      </w:r>
      <w:r w:rsidRPr="002B0E75">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1399630F"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w:t>
      </w:r>
      <w:r w:rsidRPr="007F0FB4">
        <w:rPr>
          <w:rFonts w:cs="Arial"/>
          <w:bCs/>
        </w:rPr>
        <w:t>HIP) a specialisty na hodnocení ekonomické efektivnosti nemůže dodavatel tu samou referen</w:t>
      </w:r>
      <w:r w:rsidRPr="00887EE8">
        <w:rPr>
          <w:rFonts w:cs="Arial"/>
          <w:bCs/>
        </w:rPr>
        <w:t xml:space="preserve">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39671F9"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037DF498"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5" w:name="_Toc178767034"/>
      <w:r>
        <w:t>ZRUŠENÍ ZADÁVACÍHO ŘÍZENÍ</w:t>
      </w:r>
      <w:bookmarkEnd w:id="25"/>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6" w:name="_Toc178767035"/>
      <w:r>
        <w:t>UZAVŘENÍ SMLOUVY</w:t>
      </w:r>
      <w:bookmarkEnd w:id="26"/>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442D330D"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1D5462">
        <w:t>čl. 8.9</w:t>
      </w:r>
      <w:r w:rsidR="00D2074A" w:rsidRPr="001D5462">
        <w:t xml:space="preserve"> </w:t>
      </w:r>
      <w:r w:rsidRPr="001D5462">
        <w:t>těchto</w:t>
      </w:r>
      <w:r>
        <w:t xml:space="preserve"> Pokynů ve vztahu k této jiné osobě.</w:t>
      </w:r>
    </w:p>
    <w:p w14:paraId="6479CE3D" w14:textId="77777777" w:rsidR="0035531B" w:rsidRDefault="0035531B" w:rsidP="00B77C6D">
      <w:pPr>
        <w:pStyle w:val="Nadpis1-1"/>
      </w:pPr>
      <w:bookmarkStart w:id="27" w:name="_Toc178767036"/>
      <w:r>
        <w:t>OCHRANA INFORMACÍ</w:t>
      </w:r>
      <w:bookmarkEnd w:id="27"/>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8" w:name="_Toc178767037"/>
      <w:r>
        <w:t>ZADÁVACÍ LHŮTA</w:t>
      </w:r>
      <w:r w:rsidR="00845C50">
        <w:t xml:space="preserve"> </w:t>
      </w:r>
      <w:r w:rsidR="00092CC9">
        <w:t>A</w:t>
      </w:r>
      <w:r w:rsidR="00845C50">
        <w:t> </w:t>
      </w:r>
      <w:r>
        <w:t>JISTOTA ZA NABÍDKU</w:t>
      </w:r>
      <w:bookmarkEnd w:id="28"/>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1894601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D5462">
        <w:rPr>
          <w:b/>
          <w:bCs/>
        </w:rPr>
        <w:t>200 000,-</w:t>
      </w:r>
      <w:r>
        <w:t xml:space="preserve"> </w:t>
      </w:r>
      <w:r w:rsidRPr="00B035B6">
        <w:rPr>
          <w:b/>
        </w:rPr>
        <w:t xml:space="preserve">Kč </w:t>
      </w:r>
      <w:r>
        <w:t xml:space="preserve">(slovy: </w:t>
      </w:r>
      <w:r w:rsidR="001D5462">
        <w:t>Dvě stě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669E4FE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4F3742">
        <w:t>č.ú</w:t>
      </w:r>
      <w:proofErr w:type="spellEnd"/>
      <w:r w:rsidR="004F3742">
        <w:t xml:space="preserve">. </w:t>
      </w:r>
      <w:r w:rsidR="004F3742" w:rsidRPr="00E66226">
        <w:t>30007-22307011/0710, Česká národní banka se sídlem Na Příkopě 28, 115 03 Praha 1</w:t>
      </w:r>
      <w:r w:rsidR="004F3742">
        <w:t xml:space="preserve">, variabilní </w:t>
      </w:r>
      <w:r w:rsidR="004F3742" w:rsidRPr="009F3316">
        <w:t>symbol 5</w:t>
      </w:r>
      <w:r w:rsidR="009F3316" w:rsidRPr="009F3316">
        <w:t>003520286</w:t>
      </w:r>
      <w:r w:rsidRPr="009F3316">
        <w:t>.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9" w:name="_Toc59538672"/>
      <w:bookmarkStart w:id="30" w:name="_Toc61510465"/>
      <w:bookmarkStart w:id="31" w:name="_Toc178767038"/>
      <w:r>
        <w:t>SOCIÁLNĚ A ENVIRO</w:t>
      </w:r>
      <w:r w:rsidR="003F4C40">
        <w:t>N</w:t>
      </w:r>
      <w:r>
        <w:t>MENTÁLNĚ ODPOVĚDNÉ ZADÁVÁNÍ, INOVACE</w:t>
      </w:r>
      <w:bookmarkEnd w:id="29"/>
      <w:bookmarkEnd w:id="30"/>
      <w:bookmarkEnd w:id="31"/>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7597B07" w14:textId="12A0FDE4"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C344C">
        <w:t xml:space="preserve">článku </w:t>
      </w:r>
      <w:r w:rsidR="00D526CD" w:rsidRPr="001C344C">
        <w:t>4.7</w:t>
      </w:r>
      <w:r w:rsidRPr="001C344C">
        <w:t xml:space="preserve"> závazného</w:t>
      </w:r>
      <w:r>
        <w:t xml:space="preserve"> vzoru smlouvy, který je dílem 2 zadávací dokumentace.</w:t>
      </w:r>
    </w:p>
    <w:p w14:paraId="63DC7E6F" w14:textId="2C700D73" w:rsidR="0051049A" w:rsidRDefault="0051049A" w:rsidP="0051049A">
      <w:pPr>
        <w:pStyle w:val="Nadpis1-1"/>
        <w:jc w:val="both"/>
      </w:pPr>
      <w:bookmarkStart w:id="32" w:name="_Toc102380477"/>
      <w:bookmarkStart w:id="33" w:name="_Toc103683200"/>
      <w:bookmarkStart w:id="34" w:name="_Toc103932243"/>
      <w:bookmarkStart w:id="35" w:name="_Toc178767039"/>
      <w:r>
        <w:t xml:space="preserve">Další zadávací podmínky v návaznosti na </w:t>
      </w:r>
      <w:bookmarkEnd w:id="32"/>
      <w:bookmarkEnd w:id="33"/>
      <w:bookmarkEnd w:id="34"/>
      <w:r w:rsidR="00A55030">
        <w:t>MEZINÁRODNÍ sankce, zákaz zadání veřejné zakázky</w:t>
      </w:r>
      <w:bookmarkEnd w:id="35"/>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6" w:name="_Toc178767040"/>
      <w:r>
        <w:t>PŘÍLOHY TĚCHTO POKYNŮ</w:t>
      </w:r>
      <w:bookmarkEnd w:id="36"/>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6BFDEE6F" w14:textId="77777777" w:rsidR="00A033D6" w:rsidRDefault="00A033D6" w:rsidP="00A033D6">
      <w:pPr>
        <w:pStyle w:val="Textbezslovn"/>
        <w:spacing w:after="0"/>
      </w:pPr>
      <w:r>
        <w:t>Ing. Petr Hofhanzl</w:t>
      </w:r>
    </w:p>
    <w:p w14:paraId="07B116CF" w14:textId="77777777" w:rsidR="00A033D6" w:rsidRDefault="00A033D6" w:rsidP="00A033D6">
      <w:pPr>
        <w:pStyle w:val="Textbezslovn"/>
        <w:spacing w:after="0"/>
      </w:pPr>
      <w:r>
        <w:t>ředitel Stavební správy západ</w:t>
      </w:r>
    </w:p>
    <w:p w14:paraId="74005E79" w14:textId="2FC4A7B1" w:rsidR="0035531B" w:rsidRDefault="00A033D6" w:rsidP="00A033D6">
      <w:pPr>
        <w:pStyle w:val="Textbezslovn"/>
        <w:spacing w:after="0"/>
      </w:pPr>
      <w:r>
        <w:t>Správa železnic, 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52A3AE04" w:rsidR="006A540D" w:rsidRDefault="006A540D" w:rsidP="006A540D">
      <w:pPr>
        <w:pStyle w:val="Textbezslovn"/>
        <w:ind w:left="0"/>
      </w:pPr>
      <w:r w:rsidRPr="006A6AF2">
        <w:t xml:space="preserve">Řádně jsme se seznámili se zněním zadávacích podmínek veřejné zakázky s názvem </w:t>
      </w:r>
      <w:r w:rsidR="00496F1A" w:rsidRPr="00496F1A" w:rsidDel="00FB05B2">
        <w:t>„</w:t>
      </w:r>
      <w:r w:rsidR="00496F1A" w:rsidRPr="00496F1A">
        <w:rPr>
          <w:rStyle w:val="Nzevakce"/>
          <w:sz w:val="18"/>
        </w:rPr>
        <w:t>ETCS L1 LS Litoměřice dolní nádraží (mimo) – Kolín (mimo)</w:t>
      </w:r>
      <w:r w:rsidR="00496F1A" w:rsidRPr="00496F1A" w:rsidDel="00FB05B2">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5DFA5DF3"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Pr="008D2DE6">
        <w:rPr>
          <w:b/>
        </w:rPr>
        <w:t>a specialisty na hodnocení ekonomické efektivnosti za účelem prokázání</w:t>
      </w:r>
      <w:r w:rsidRPr="00543F07">
        <w:rPr>
          <w:b/>
        </w:rPr>
        <w:t xml:space="preserve">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8D2DE6" w:rsidRDefault="00CB00D4" w:rsidP="005A45D1">
            <w:pPr>
              <w:rPr>
                <w:sz w:val="16"/>
                <w:szCs w:val="16"/>
              </w:rPr>
            </w:pPr>
            <w:r w:rsidRPr="008D2DE6">
              <w:rPr>
                <w:sz w:val="16"/>
                <w:szCs w:val="16"/>
              </w:rPr>
              <w:t>Termín dokončení zakázky, resp. té části plnění zakázky, která v případě zakázky na více činností či stupňů dokumentace obsahově odpovídá zadavatelem stanovené definici požadované zkušenosti (</w:t>
            </w:r>
            <w:r w:rsidR="005A45D1" w:rsidRPr="008D2DE6">
              <w:rPr>
                <w:sz w:val="16"/>
                <w:szCs w:val="16"/>
              </w:rPr>
              <w:t>např.</w:t>
            </w:r>
            <w:r w:rsidRPr="008D2DE6">
              <w:rPr>
                <w:sz w:val="16"/>
                <w:szCs w:val="16"/>
              </w:rPr>
              <w:t xml:space="preserve"> projektových prací spočívajících ve zpracování dokumentace/ zpracování hodnocení ekonomické efektivnosti); odečtěte dobu provádění dozoru</w:t>
            </w:r>
            <w:r w:rsidR="00381906" w:rsidRPr="008D2DE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8D2DE6" w:rsidRDefault="00CB00D4" w:rsidP="00CB00D4">
            <w:pPr>
              <w:rPr>
                <w:sz w:val="16"/>
                <w:szCs w:val="16"/>
              </w:rPr>
            </w:pPr>
            <w:r w:rsidRPr="008D2DE6">
              <w:rPr>
                <w:sz w:val="16"/>
                <w:szCs w:val="16"/>
              </w:rPr>
              <w:t xml:space="preserve">Vykonávaná funkce/pozice a popis pracovních činností vykonávaných členem odborného </w:t>
            </w:r>
            <w:proofErr w:type="gramStart"/>
            <w:r w:rsidRPr="008D2DE6">
              <w:rPr>
                <w:sz w:val="16"/>
                <w:szCs w:val="16"/>
              </w:rPr>
              <w:t>personálu - v</w:t>
            </w:r>
            <w:proofErr w:type="gramEnd"/>
            <w:r w:rsidRPr="008D2DE6">
              <w:rPr>
                <w:sz w:val="16"/>
                <w:szCs w:val="16"/>
              </w:rPr>
              <w:t xml:space="preserve">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8D2DE6" w:rsidRDefault="00CB00D4" w:rsidP="00CB00D4">
            <w:pPr>
              <w:rPr>
                <w:sz w:val="16"/>
                <w:szCs w:val="16"/>
              </w:rPr>
            </w:pPr>
            <w:r w:rsidRPr="008D2DE6">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73829" w14:paraId="7C3651B9" w14:textId="77777777" w:rsidTr="0087382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03FD4B9F" w14:textId="0EE69370" w:rsidR="00CB00D4" w:rsidRPr="008D2DE6" w:rsidRDefault="00CB00D4" w:rsidP="00CB00D4">
            <w:pPr>
              <w:rPr>
                <w:sz w:val="16"/>
                <w:szCs w:val="16"/>
              </w:rPr>
            </w:pPr>
            <w:r w:rsidRPr="008D2DE6">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274AD0BB" w14:textId="77777777" w:rsidR="00CB00D4" w:rsidRPr="0087382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873829" w:rsidRPr="00833899" w14:paraId="7C320EB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3182C2" w14:textId="68559D9C" w:rsidR="00873829" w:rsidRPr="008D2DE6" w:rsidRDefault="00873829" w:rsidP="00CB00D4">
            <w:pPr>
              <w:rPr>
                <w:b w:val="0"/>
                <w:sz w:val="16"/>
                <w:szCs w:val="16"/>
              </w:rPr>
            </w:pPr>
            <w:r w:rsidRPr="008D2DE6">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3721F92" w14:textId="4BA1A986" w:rsidR="00873829" w:rsidRPr="00873829" w:rsidRDefault="00873829" w:rsidP="00CB00D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73829">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58EE235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9F77F2">
        <w:t>či jiná od</w:t>
      </w:r>
      <w:r>
        <w:t xml:space="preserve">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 xml:space="preserve">Vykonávaná funkce/pozice a popis pracovních činností vykonávaných členem odborného personálu </w:t>
            </w:r>
            <w:proofErr w:type="gramStart"/>
            <w:r w:rsidRPr="005A45D1">
              <w:rPr>
                <w:sz w:val="16"/>
                <w:szCs w:val="16"/>
              </w:rPr>
              <w:t>dodavatele - v</w:t>
            </w:r>
            <w:proofErr w:type="gramEnd"/>
            <w:r w:rsidRPr="005A45D1">
              <w:rPr>
                <w:sz w:val="16"/>
                <w:szCs w:val="16"/>
              </w:rPr>
              <w:t xml:space="preserve">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0EFC6267" w:rsidR="005A45D1" w:rsidRPr="001F500B" w:rsidRDefault="001F500B" w:rsidP="00C313BF">
            <w:pPr>
              <w:rPr>
                <w:sz w:val="16"/>
                <w:szCs w:val="16"/>
                <w:highlight w:val="green"/>
              </w:rPr>
            </w:pPr>
            <w:r w:rsidRPr="00761559">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1E497F42"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7DAD7EDE" w14:textId="05EB03DD" w:rsidR="005A45D1" w:rsidRPr="00761559" w:rsidRDefault="001F500B" w:rsidP="00C313BF">
            <w:pPr>
              <w:rPr>
                <w:sz w:val="16"/>
                <w:szCs w:val="16"/>
              </w:rPr>
            </w:pPr>
            <w:r w:rsidRPr="00761559">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03E90AA1" w14:textId="53AC9186"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833899" w14:paraId="7118EEE4"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2CDB505" w14:textId="0CDC144B" w:rsidR="003A0F3C" w:rsidRPr="00761559" w:rsidRDefault="003A0F3C" w:rsidP="00C313BF">
            <w:pPr>
              <w:rPr>
                <w:b w:val="0"/>
                <w:sz w:val="16"/>
                <w:szCs w:val="16"/>
              </w:rPr>
            </w:pPr>
            <w:r w:rsidRPr="00761559">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08A65BB5" w14:textId="17053AAF" w:rsidR="003A0F3C" w:rsidRPr="003A0F3C" w:rsidRDefault="003A0F3C" w:rsidP="00C313BF">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A0F3C">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4767E583"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5404C" w:rsidRPr="00F46F42" w:rsidDel="00FB05B2">
        <w:t>„</w:t>
      </w:r>
      <w:r w:rsidR="0055404C" w:rsidRPr="0055404C">
        <w:rPr>
          <w:rStyle w:val="Nzevakce"/>
          <w:sz w:val="18"/>
        </w:rPr>
        <w:t>ETCS L1 LS Litoměřice dolní nádraží (mimo) – Kolín (mimo)</w:t>
      </w:r>
      <w:r w:rsidR="0055404C" w:rsidRPr="00F46F42" w:rsidDel="00FB05B2">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8257B" w14:textId="77777777" w:rsidR="001654E7" w:rsidRDefault="001654E7" w:rsidP="00962258">
      <w:pPr>
        <w:spacing w:after="0" w:line="240" w:lineRule="auto"/>
      </w:pPr>
      <w:r>
        <w:separator/>
      </w:r>
    </w:p>
  </w:endnote>
  <w:endnote w:type="continuationSeparator" w:id="0">
    <w:p w14:paraId="706F5B9E" w14:textId="77777777" w:rsidR="001654E7" w:rsidRDefault="001654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rsidRPr="007056AD"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D665AB" w:rsidRDefault="00D665AB" w:rsidP="00B8518B">
          <w:pPr>
            <w:pStyle w:val="Zpat"/>
          </w:pPr>
        </w:p>
      </w:tc>
      <w:tc>
        <w:tcPr>
          <w:tcW w:w="425" w:type="dxa"/>
          <w:shd w:val="clear" w:color="auto" w:fill="auto"/>
          <w:tcMar>
            <w:left w:w="0" w:type="dxa"/>
            <w:right w:w="0" w:type="dxa"/>
          </w:tcMar>
        </w:tcPr>
        <w:p w14:paraId="7D28074E" w14:textId="77777777" w:rsidR="00D665AB" w:rsidRDefault="00D665AB" w:rsidP="00B8518B">
          <w:pPr>
            <w:pStyle w:val="Zpat"/>
          </w:pPr>
        </w:p>
      </w:tc>
      <w:tc>
        <w:tcPr>
          <w:tcW w:w="8505" w:type="dxa"/>
        </w:tcPr>
        <w:p w14:paraId="03AD41FD" w14:textId="130F5531" w:rsidR="00D665AB" w:rsidRPr="007056AD" w:rsidRDefault="00D665AB" w:rsidP="00EB46E5">
          <w:pPr>
            <w:pStyle w:val="Zpat0"/>
          </w:pPr>
          <w:r w:rsidRPr="007056AD">
            <w:t>„</w:t>
          </w:r>
          <w:r w:rsidR="007056AD" w:rsidRPr="007056AD">
            <w:t>ETCS L1 LS Litoměřice dolní nádraží (mimo) – Kolín (mimo)</w:t>
          </w:r>
          <w:r w:rsidRPr="007056AD">
            <w:t>“</w:t>
          </w:r>
        </w:p>
        <w:p w14:paraId="28C93AB0" w14:textId="77777777" w:rsidR="00D665AB" w:rsidRPr="007056AD" w:rsidRDefault="00D665AB" w:rsidP="00EB46E5">
          <w:pPr>
            <w:pStyle w:val="Zpat0"/>
          </w:pPr>
          <w:r w:rsidRPr="007056AD">
            <w:t xml:space="preserve">Díl 1 – </w:t>
          </w:r>
          <w:r w:rsidRPr="007056AD">
            <w:rPr>
              <w:caps/>
            </w:rPr>
            <w:t>Požadavky a podmínky pro zpracování nabídky</w:t>
          </w:r>
        </w:p>
        <w:p w14:paraId="4ADD391E" w14:textId="77777777" w:rsidR="00D665AB" w:rsidRPr="007056AD" w:rsidRDefault="00D665AB" w:rsidP="00392730">
          <w:pPr>
            <w:pStyle w:val="Zpat0"/>
          </w:pPr>
          <w:r w:rsidRPr="007056AD">
            <w:t xml:space="preserve">Část 2 – </w:t>
          </w:r>
          <w:r w:rsidRPr="007056AD">
            <w:rPr>
              <w:caps/>
            </w:rPr>
            <w:t>Pokyny pro dodavatele</w:t>
          </w:r>
        </w:p>
        <w:p w14:paraId="23E5232B" w14:textId="77777777" w:rsidR="00D665AB" w:rsidRPr="007056AD"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AF405" w14:textId="77777777" w:rsidR="001654E7" w:rsidRDefault="001654E7" w:rsidP="00962258">
      <w:pPr>
        <w:spacing w:after="0" w:line="240" w:lineRule="auto"/>
      </w:pPr>
      <w:r>
        <w:separator/>
      </w:r>
    </w:p>
  </w:footnote>
  <w:footnote w:type="continuationSeparator" w:id="0">
    <w:p w14:paraId="618D3769" w14:textId="77777777" w:rsidR="001654E7" w:rsidRDefault="001654E7"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D665AB" w:rsidRDefault="00D665A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77777777" w:rsidR="00D665AB" w:rsidRPr="00B8518B" w:rsidRDefault="00D665AB" w:rsidP="00523EA7">
          <w:pPr>
            <w:pStyle w:val="Zpat"/>
            <w:rPr>
              <w:rStyle w:val="slostrnky"/>
            </w:rPr>
          </w:pPr>
        </w:p>
      </w:tc>
      <w:tc>
        <w:tcPr>
          <w:tcW w:w="3458" w:type="dxa"/>
          <w:shd w:val="clear" w:color="auto" w:fill="auto"/>
          <w:tcMar>
            <w:top w:w="57" w:type="dxa"/>
            <w:left w:w="0" w:type="dxa"/>
            <w:right w:w="0" w:type="dxa"/>
          </w:tcMar>
        </w:tcPr>
        <w:p w14:paraId="77CD26E4" w14:textId="77777777" w:rsidR="00D665AB" w:rsidRDefault="00D665AB" w:rsidP="00523EA7">
          <w:pPr>
            <w:pStyle w:val="Zpat"/>
          </w:pPr>
        </w:p>
      </w:tc>
      <w:tc>
        <w:tcPr>
          <w:tcW w:w="5698" w:type="dxa"/>
          <w:shd w:val="clear" w:color="auto" w:fill="auto"/>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04353839" w14:textId="77777777" w:rsidR="00D665AB" w:rsidRDefault="00D665AB" w:rsidP="00FC6389">
          <w:pPr>
            <w:pStyle w:val="Zpat"/>
          </w:pPr>
        </w:p>
      </w:tc>
      <w:tc>
        <w:tcPr>
          <w:tcW w:w="5756" w:type="dxa"/>
          <w:shd w:val="clear" w:color="auto" w:fill="auto"/>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3E8BB201" w14:textId="77777777" w:rsidR="00D665AB" w:rsidRDefault="00D665AB" w:rsidP="00FC6389">
          <w:pPr>
            <w:pStyle w:val="Zpat"/>
          </w:pPr>
        </w:p>
      </w:tc>
      <w:tc>
        <w:tcPr>
          <w:tcW w:w="5756" w:type="dxa"/>
          <w:shd w:val="clear" w:color="auto" w:fill="auto"/>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64C2F78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460682">
    <w:abstractNumId w:val="3"/>
  </w:num>
  <w:num w:numId="2" w16cid:durableId="322441228">
    <w:abstractNumId w:val="1"/>
  </w:num>
  <w:num w:numId="3" w16cid:durableId="335151341">
    <w:abstractNumId w:val="13"/>
  </w:num>
  <w:num w:numId="4" w16cid:durableId="1833063518">
    <w:abstractNumId w:val="2"/>
  </w:num>
  <w:num w:numId="5" w16cid:durableId="1277906961">
    <w:abstractNumId w:val="0"/>
  </w:num>
  <w:num w:numId="6" w16cid:durableId="498814297">
    <w:abstractNumId w:val="7"/>
  </w:num>
  <w:num w:numId="7" w16cid:durableId="1842117965">
    <w:abstractNumId w:val="11"/>
  </w:num>
  <w:num w:numId="8" w16cid:durableId="262222741">
    <w:abstractNumId w:val="8"/>
  </w:num>
  <w:num w:numId="9" w16cid:durableId="619185664">
    <w:abstractNumId w:val="15"/>
  </w:num>
  <w:num w:numId="10" w16cid:durableId="530848587">
    <w:abstractNumId w:val="12"/>
  </w:num>
  <w:num w:numId="11" w16cid:durableId="20214694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9193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59665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641863">
    <w:abstractNumId w:val="11"/>
  </w:num>
  <w:num w:numId="15" w16cid:durableId="852035287">
    <w:abstractNumId w:val="9"/>
  </w:num>
  <w:num w:numId="16" w16cid:durableId="150099392">
    <w:abstractNumId w:val="10"/>
  </w:num>
  <w:num w:numId="17" w16cid:durableId="147718686">
    <w:abstractNumId w:val="6"/>
  </w:num>
  <w:num w:numId="18" w16cid:durableId="1085150905">
    <w:abstractNumId w:val="6"/>
  </w:num>
  <w:num w:numId="19" w16cid:durableId="6530670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2009455">
    <w:abstractNumId w:val="8"/>
  </w:num>
  <w:num w:numId="21" w16cid:durableId="818032395">
    <w:abstractNumId w:val="8"/>
  </w:num>
  <w:num w:numId="22" w16cid:durableId="573123433">
    <w:abstractNumId w:val="11"/>
  </w:num>
  <w:num w:numId="23" w16cid:durableId="1467814283">
    <w:abstractNumId w:val="11"/>
  </w:num>
  <w:num w:numId="24" w16cid:durableId="1249850469">
    <w:abstractNumId w:val="11"/>
  </w:num>
  <w:num w:numId="25" w16cid:durableId="62290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7017535">
    <w:abstractNumId w:val="5"/>
  </w:num>
  <w:num w:numId="27" w16cid:durableId="1552696177">
    <w:abstractNumId w:val="14"/>
  </w:num>
  <w:num w:numId="28" w16cid:durableId="718475147">
    <w:abstractNumId w:val="4"/>
  </w:num>
  <w:num w:numId="29" w16cid:durableId="103310319">
    <w:abstractNumId w:val="11"/>
  </w:num>
  <w:num w:numId="30" w16cid:durableId="1291744219">
    <w:abstractNumId w:val="8"/>
  </w:num>
  <w:num w:numId="31" w16cid:durableId="178199931">
    <w:abstractNumId w:val="11"/>
  </w:num>
  <w:num w:numId="32" w16cid:durableId="1094548595">
    <w:abstractNumId w:val="11"/>
  </w:num>
  <w:num w:numId="33" w16cid:durableId="1085494237">
    <w:abstractNumId w:val="8"/>
  </w:num>
  <w:num w:numId="34" w16cid:durableId="1689024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16153943">
    <w:abstractNumId w:val="11"/>
  </w:num>
  <w:num w:numId="36" w16cid:durableId="95309637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0687"/>
    <w:rsid w:val="00012DD2"/>
    <w:rsid w:val="000161D4"/>
    <w:rsid w:val="00016DBF"/>
    <w:rsid w:val="000174E8"/>
    <w:rsid w:val="00017520"/>
    <w:rsid w:val="00017F3C"/>
    <w:rsid w:val="00020AF4"/>
    <w:rsid w:val="00023063"/>
    <w:rsid w:val="0002614C"/>
    <w:rsid w:val="0002621B"/>
    <w:rsid w:val="000264EA"/>
    <w:rsid w:val="00030559"/>
    <w:rsid w:val="00031005"/>
    <w:rsid w:val="000334AA"/>
    <w:rsid w:val="000338E9"/>
    <w:rsid w:val="00040961"/>
    <w:rsid w:val="00041B91"/>
    <w:rsid w:val="00041EC8"/>
    <w:rsid w:val="000466BC"/>
    <w:rsid w:val="00056038"/>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2923"/>
    <w:rsid w:val="000839DD"/>
    <w:rsid w:val="00084642"/>
    <w:rsid w:val="00087825"/>
    <w:rsid w:val="00087E1A"/>
    <w:rsid w:val="00092CC9"/>
    <w:rsid w:val="00093276"/>
    <w:rsid w:val="00094930"/>
    <w:rsid w:val="000960A0"/>
    <w:rsid w:val="000A21E8"/>
    <w:rsid w:val="000A784D"/>
    <w:rsid w:val="000B17EE"/>
    <w:rsid w:val="000B1ED6"/>
    <w:rsid w:val="000B4EB8"/>
    <w:rsid w:val="000B548F"/>
    <w:rsid w:val="000B6471"/>
    <w:rsid w:val="000B7E61"/>
    <w:rsid w:val="000C04F0"/>
    <w:rsid w:val="000C3384"/>
    <w:rsid w:val="000C41F2"/>
    <w:rsid w:val="000C5CBA"/>
    <w:rsid w:val="000C685D"/>
    <w:rsid w:val="000D22C4"/>
    <w:rsid w:val="000D27D1"/>
    <w:rsid w:val="000D4EB8"/>
    <w:rsid w:val="000D5E72"/>
    <w:rsid w:val="000D6B89"/>
    <w:rsid w:val="000E125F"/>
    <w:rsid w:val="000E1442"/>
    <w:rsid w:val="000E1A7F"/>
    <w:rsid w:val="000E27AC"/>
    <w:rsid w:val="000E48A0"/>
    <w:rsid w:val="000E52F1"/>
    <w:rsid w:val="000E6038"/>
    <w:rsid w:val="000E7FA0"/>
    <w:rsid w:val="00101038"/>
    <w:rsid w:val="001017A2"/>
    <w:rsid w:val="00104488"/>
    <w:rsid w:val="00106A0E"/>
    <w:rsid w:val="00106F36"/>
    <w:rsid w:val="00112864"/>
    <w:rsid w:val="00114472"/>
    <w:rsid w:val="00114988"/>
    <w:rsid w:val="00115069"/>
    <w:rsid w:val="001150F2"/>
    <w:rsid w:val="001159F2"/>
    <w:rsid w:val="0012178F"/>
    <w:rsid w:val="00121BF8"/>
    <w:rsid w:val="00125101"/>
    <w:rsid w:val="00125BFC"/>
    <w:rsid w:val="00127F3D"/>
    <w:rsid w:val="001341BB"/>
    <w:rsid w:val="0014107B"/>
    <w:rsid w:val="00145889"/>
    <w:rsid w:val="00146BCB"/>
    <w:rsid w:val="00147827"/>
    <w:rsid w:val="0015012F"/>
    <w:rsid w:val="001501B9"/>
    <w:rsid w:val="00150D73"/>
    <w:rsid w:val="001518EF"/>
    <w:rsid w:val="001579FA"/>
    <w:rsid w:val="001625E1"/>
    <w:rsid w:val="00164B08"/>
    <w:rsid w:val="0016521E"/>
    <w:rsid w:val="001654E7"/>
    <w:rsid w:val="001656A2"/>
    <w:rsid w:val="00165E72"/>
    <w:rsid w:val="00170EC5"/>
    <w:rsid w:val="001728E7"/>
    <w:rsid w:val="001747C1"/>
    <w:rsid w:val="00176255"/>
    <w:rsid w:val="00177D6B"/>
    <w:rsid w:val="00184075"/>
    <w:rsid w:val="00184564"/>
    <w:rsid w:val="001851B9"/>
    <w:rsid w:val="001867AA"/>
    <w:rsid w:val="00187E44"/>
    <w:rsid w:val="00190AC5"/>
    <w:rsid w:val="0019135F"/>
    <w:rsid w:val="00191F90"/>
    <w:rsid w:val="00192264"/>
    <w:rsid w:val="00193435"/>
    <w:rsid w:val="00193804"/>
    <w:rsid w:val="00193D8F"/>
    <w:rsid w:val="001950C2"/>
    <w:rsid w:val="00195CAC"/>
    <w:rsid w:val="00197BDC"/>
    <w:rsid w:val="001A6727"/>
    <w:rsid w:val="001B04B9"/>
    <w:rsid w:val="001B23A1"/>
    <w:rsid w:val="001B38FB"/>
    <w:rsid w:val="001B4E74"/>
    <w:rsid w:val="001B651A"/>
    <w:rsid w:val="001B7B7A"/>
    <w:rsid w:val="001C040C"/>
    <w:rsid w:val="001C19F3"/>
    <w:rsid w:val="001C344C"/>
    <w:rsid w:val="001C5178"/>
    <w:rsid w:val="001C5886"/>
    <w:rsid w:val="001C645F"/>
    <w:rsid w:val="001C761A"/>
    <w:rsid w:val="001D0751"/>
    <w:rsid w:val="001D0E8B"/>
    <w:rsid w:val="001D3805"/>
    <w:rsid w:val="001D43EC"/>
    <w:rsid w:val="001D5462"/>
    <w:rsid w:val="001D5A76"/>
    <w:rsid w:val="001D6E71"/>
    <w:rsid w:val="001E18A8"/>
    <w:rsid w:val="001E42B2"/>
    <w:rsid w:val="001E6320"/>
    <w:rsid w:val="001E651D"/>
    <w:rsid w:val="001E678E"/>
    <w:rsid w:val="001E75BD"/>
    <w:rsid w:val="001F15F6"/>
    <w:rsid w:val="001F1BFA"/>
    <w:rsid w:val="001F3CE7"/>
    <w:rsid w:val="001F500B"/>
    <w:rsid w:val="0020423B"/>
    <w:rsid w:val="002071BB"/>
    <w:rsid w:val="00207DF5"/>
    <w:rsid w:val="00210AB8"/>
    <w:rsid w:val="00211F7B"/>
    <w:rsid w:val="00216521"/>
    <w:rsid w:val="002179EA"/>
    <w:rsid w:val="00217CE4"/>
    <w:rsid w:val="002207DA"/>
    <w:rsid w:val="00226CB9"/>
    <w:rsid w:val="00231A0D"/>
    <w:rsid w:val="00233A53"/>
    <w:rsid w:val="002350CA"/>
    <w:rsid w:val="002370E3"/>
    <w:rsid w:val="00240B81"/>
    <w:rsid w:val="0024255A"/>
    <w:rsid w:val="00245345"/>
    <w:rsid w:val="00247160"/>
    <w:rsid w:val="00247949"/>
    <w:rsid w:val="00247D01"/>
    <w:rsid w:val="0025030F"/>
    <w:rsid w:val="00255E47"/>
    <w:rsid w:val="00261A5B"/>
    <w:rsid w:val="00262AE4"/>
    <w:rsid w:val="00262E5B"/>
    <w:rsid w:val="0026385B"/>
    <w:rsid w:val="00266A9F"/>
    <w:rsid w:val="00266F38"/>
    <w:rsid w:val="00267C54"/>
    <w:rsid w:val="00276AFE"/>
    <w:rsid w:val="002821CE"/>
    <w:rsid w:val="00283B61"/>
    <w:rsid w:val="00287A86"/>
    <w:rsid w:val="002924B8"/>
    <w:rsid w:val="00293CFD"/>
    <w:rsid w:val="002A125E"/>
    <w:rsid w:val="002A3337"/>
    <w:rsid w:val="002A3B57"/>
    <w:rsid w:val="002A4521"/>
    <w:rsid w:val="002A530C"/>
    <w:rsid w:val="002A5F8F"/>
    <w:rsid w:val="002A75B1"/>
    <w:rsid w:val="002B0E75"/>
    <w:rsid w:val="002B1CBD"/>
    <w:rsid w:val="002B4BD4"/>
    <w:rsid w:val="002B76DF"/>
    <w:rsid w:val="002C04EE"/>
    <w:rsid w:val="002C1E7C"/>
    <w:rsid w:val="002C31BF"/>
    <w:rsid w:val="002C391B"/>
    <w:rsid w:val="002C4521"/>
    <w:rsid w:val="002C5F8A"/>
    <w:rsid w:val="002C7825"/>
    <w:rsid w:val="002D1971"/>
    <w:rsid w:val="002D5D95"/>
    <w:rsid w:val="002D5F95"/>
    <w:rsid w:val="002D6136"/>
    <w:rsid w:val="002D7B58"/>
    <w:rsid w:val="002D7FD6"/>
    <w:rsid w:val="002E0CD7"/>
    <w:rsid w:val="002E0CFB"/>
    <w:rsid w:val="002E232C"/>
    <w:rsid w:val="002E5B61"/>
    <w:rsid w:val="002E5C7B"/>
    <w:rsid w:val="002E5F48"/>
    <w:rsid w:val="002F4333"/>
    <w:rsid w:val="002F6BCE"/>
    <w:rsid w:val="00302994"/>
    <w:rsid w:val="003038E0"/>
    <w:rsid w:val="0030398B"/>
    <w:rsid w:val="003057BB"/>
    <w:rsid w:val="00307641"/>
    <w:rsid w:val="003119CD"/>
    <w:rsid w:val="00311F11"/>
    <w:rsid w:val="003160CB"/>
    <w:rsid w:val="00316901"/>
    <w:rsid w:val="00327047"/>
    <w:rsid w:val="00327EEF"/>
    <w:rsid w:val="0033239F"/>
    <w:rsid w:val="00333290"/>
    <w:rsid w:val="00333C1C"/>
    <w:rsid w:val="003358DE"/>
    <w:rsid w:val="00336FC3"/>
    <w:rsid w:val="0034274B"/>
    <w:rsid w:val="003468DC"/>
    <w:rsid w:val="0034719F"/>
    <w:rsid w:val="00350A35"/>
    <w:rsid w:val="00353AEB"/>
    <w:rsid w:val="0035410B"/>
    <w:rsid w:val="00354D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545D"/>
    <w:rsid w:val="003771EB"/>
    <w:rsid w:val="00381130"/>
    <w:rsid w:val="00381452"/>
    <w:rsid w:val="00381906"/>
    <w:rsid w:val="00381BF9"/>
    <w:rsid w:val="00381C5C"/>
    <w:rsid w:val="00383D68"/>
    <w:rsid w:val="0038545D"/>
    <w:rsid w:val="00385C59"/>
    <w:rsid w:val="00386FF1"/>
    <w:rsid w:val="00390E38"/>
    <w:rsid w:val="0039216C"/>
    <w:rsid w:val="00392730"/>
    <w:rsid w:val="00392EB6"/>
    <w:rsid w:val="00393959"/>
    <w:rsid w:val="00394D03"/>
    <w:rsid w:val="003956C6"/>
    <w:rsid w:val="003A0F3C"/>
    <w:rsid w:val="003A26D1"/>
    <w:rsid w:val="003A2C23"/>
    <w:rsid w:val="003A4513"/>
    <w:rsid w:val="003A4A14"/>
    <w:rsid w:val="003A52AD"/>
    <w:rsid w:val="003A663B"/>
    <w:rsid w:val="003A681E"/>
    <w:rsid w:val="003B0F0D"/>
    <w:rsid w:val="003B1926"/>
    <w:rsid w:val="003B7D0F"/>
    <w:rsid w:val="003C33F2"/>
    <w:rsid w:val="003D0CF7"/>
    <w:rsid w:val="003D55A0"/>
    <w:rsid w:val="003D6153"/>
    <w:rsid w:val="003D6AF9"/>
    <w:rsid w:val="003D756E"/>
    <w:rsid w:val="003E09E4"/>
    <w:rsid w:val="003E3CE3"/>
    <w:rsid w:val="003E420D"/>
    <w:rsid w:val="003E45B4"/>
    <w:rsid w:val="003E4C13"/>
    <w:rsid w:val="003E67D1"/>
    <w:rsid w:val="003E79F5"/>
    <w:rsid w:val="003F0A36"/>
    <w:rsid w:val="003F1536"/>
    <w:rsid w:val="003F2228"/>
    <w:rsid w:val="003F2937"/>
    <w:rsid w:val="003F2D92"/>
    <w:rsid w:val="003F3279"/>
    <w:rsid w:val="003F4C40"/>
    <w:rsid w:val="003F62FB"/>
    <w:rsid w:val="004018E3"/>
    <w:rsid w:val="00403C99"/>
    <w:rsid w:val="00404BA2"/>
    <w:rsid w:val="00404EB5"/>
    <w:rsid w:val="0040621A"/>
    <w:rsid w:val="00406512"/>
    <w:rsid w:val="00406B77"/>
    <w:rsid w:val="004078F3"/>
    <w:rsid w:val="00410B07"/>
    <w:rsid w:val="00410B6A"/>
    <w:rsid w:val="00411BFD"/>
    <w:rsid w:val="004137A8"/>
    <w:rsid w:val="00413AE6"/>
    <w:rsid w:val="00413F39"/>
    <w:rsid w:val="0042061D"/>
    <w:rsid w:val="00424DB1"/>
    <w:rsid w:val="00427794"/>
    <w:rsid w:val="004343DB"/>
    <w:rsid w:val="004354CE"/>
    <w:rsid w:val="004373BF"/>
    <w:rsid w:val="004407F0"/>
    <w:rsid w:val="00440F7E"/>
    <w:rsid w:val="004423DC"/>
    <w:rsid w:val="004430D9"/>
    <w:rsid w:val="00443615"/>
    <w:rsid w:val="00443D15"/>
    <w:rsid w:val="00443FFC"/>
    <w:rsid w:val="00446757"/>
    <w:rsid w:val="00450F07"/>
    <w:rsid w:val="00452F69"/>
    <w:rsid w:val="00453CD3"/>
    <w:rsid w:val="00454716"/>
    <w:rsid w:val="00454BB9"/>
    <w:rsid w:val="00454F7F"/>
    <w:rsid w:val="00457346"/>
    <w:rsid w:val="00460660"/>
    <w:rsid w:val="004628BC"/>
    <w:rsid w:val="0046348D"/>
    <w:rsid w:val="00464BA9"/>
    <w:rsid w:val="00465FDD"/>
    <w:rsid w:val="00470647"/>
    <w:rsid w:val="00474F4D"/>
    <w:rsid w:val="00483969"/>
    <w:rsid w:val="00486107"/>
    <w:rsid w:val="00486C5E"/>
    <w:rsid w:val="0048759A"/>
    <w:rsid w:val="00487B15"/>
    <w:rsid w:val="00491827"/>
    <w:rsid w:val="00491EC0"/>
    <w:rsid w:val="004944E4"/>
    <w:rsid w:val="00496F1A"/>
    <w:rsid w:val="004B0AE4"/>
    <w:rsid w:val="004B319E"/>
    <w:rsid w:val="004B34E9"/>
    <w:rsid w:val="004B3824"/>
    <w:rsid w:val="004B6E4A"/>
    <w:rsid w:val="004C06AD"/>
    <w:rsid w:val="004C4399"/>
    <w:rsid w:val="004C7419"/>
    <w:rsid w:val="004C787C"/>
    <w:rsid w:val="004C7A75"/>
    <w:rsid w:val="004D010F"/>
    <w:rsid w:val="004D2F4C"/>
    <w:rsid w:val="004D3490"/>
    <w:rsid w:val="004D5285"/>
    <w:rsid w:val="004D743F"/>
    <w:rsid w:val="004E170C"/>
    <w:rsid w:val="004E285D"/>
    <w:rsid w:val="004E7A1F"/>
    <w:rsid w:val="004F1D17"/>
    <w:rsid w:val="004F3742"/>
    <w:rsid w:val="004F3EEF"/>
    <w:rsid w:val="004F4597"/>
    <w:rsid w:val="004F4B9B"/>
    <w:rsid w:val="004F5FEB"/>
    <w:rsid w:val="004F6DC5"/>
    <w:rsid w:val="00501B32"/>
    <w:rsid w:val="0050666E"/>
    <w:rsid w:val="005071D8"/>
    <w:rsid w:val="005072B4"/>
    <w:rsid w:val="0051049A"/>
    <w:rsid w:val="0051122E"/>
    <w:rsid w:val="00511AB9"/>
    <w:rsid w:val="005166E0"/>
    <w:rsid w:val="005210B3"/>
    <w:rsid w:val="00523096"/>
    <w:rsid w:val="00523BB5"/>
    <w:rsid w:val="00523BDA"/>
    <w:rsid w:val="00523EA7"/>
    <w:rsid w:val="00537086"/>
    <w:rsid w:val="005406EB"/>
    <w:rsid w:val="00540C01"/>
    <w:rsid w:val="005434A6"/>
    <w:rsid w:val="00543F07"/>
    <w:rsid w:val="0054609D"/>
    <w:rsid w:val="00546192"/>
    <w:rsid w:val="00553375"/>
    <w:rsid w:val="0055404C"/>
    <w:rsid w:val="005543C6"/>
    <w:rsid w:val="00554BFB"/>
    <w:rsid w:val="00555884"/>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D2F"/>
    <w:rsid w:val="005A45D1"/>
    <w:rsid w:val="005A595A"/>
    <w:rsid w:val="005B222D"/>
    <w:rsid w:val="005B4EC0"/>
    <w:rsid w:val="005B6DDE"/>
    <w:rsid w:val="005B73B8"/>
    <w:rsid w:val="005C1A97"/>
    <w:rsid w:val="005C3CAC"/>
    <w:rsid w:val="005C55CC"/>
    <w:rsid w:val="005D0E89"/>
    <w:rsid w:val="005D3964"/>
    <w:rsid w:val="005D3C39"/>
    <w:rsid w:val="005D5049"/>
    <w:rsid w:val="005E0759"/>
    <w:rsid w:val="005E6218"/>
    <w:rsid w:val="005F1BC7"/>
    <w:rsid w:val="005F1E2E"/>
    <w:rsid w:val="005F3295"/>
    <w:rsid w:val="005F7FF8"/>
    <w:rsid w:val="00600F67"/>
    <w:rsid w:val="0060115D"/>
    <w:rsid w:val="006014F5"/>
    <w:rsid w:val="00601A8C"/>
    <w:rsid w:val="00602DFB"/>
    <w:rsid w:val="00607C86"/>
    <w:rsid w:val="0061068E"/>
    <w:rsid w:val="006115D3"/>
    <w:rsid w:val="00617041"/>
    <w:rsid w:val="0062045C"/>
    <w:rsid w:val="00624EB2"/>
    <w:rsid w:val="0062669A"/>
    <w:rsid w:val="0062741F"/>
    <w:rsid w:val="00627A39"/>
    <w:rsid w:val="00631633"/>
    <w:rsid w:val="00631EAA"/>
    <w:rsid w:val="00634A88"/>
    <w:rsid w:val="006378FE"/>
    <w:rsid w:val="00640ADF"/>
    <w:rsid w:val="00640B30"/>
    <w:rsid w:val="00643A92"/>
    <w:rsid w:val="00644460"/>
    <w:rsid w:val="00646382"/>
    <w:rsid w:val="00647BE3"/>
    <w:rsid w:val="00650C7D"/>
    <w:rsid w:val="006510A4"/>
    <w:rsid w:val="00651926"/>
    <w:rsid w:val="00652EFD"/>
    <w:rsid w:val="00655749"/>
    <w:rsid w:val="00655976"/>
    <w:rsid w:val="0065610E"/>
    <w:rsid w:val="00656383"/>
    <w:rsid w:val="00660AD3"/>
    <w:rsid w:val="00664669"/>
    <w:rsid w:val="00665BDC"/>
    <w:rsid w:val="00673F7D"/>
    <w:rsid w:val="00674099"/>
    <w:rsid w:val="006749AD"/>
    <w:rsid w:val="006776B6"/>
    <w:rsid w:val="00680D0C"/>
    <w:rsid w:val="00684D33"/>
    <w:rsid w:val="00692F1A"/>
    <w:rsid w:val="00693150"/>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3A38"/>
    <w:rsid w:val="006C442A"/>
    <w:rsid w:val="006C4639"/>
    <w:rsid w:val="006C5409"/>
    <w:rsid w:val="006C581F"/>
    <w:rsid w:val="006D4252"/>
    <w:rsid w:val="006D4528"/>
    <w:rsid w:val="006D5C5A"/>
    <w:rsid w:val="006E0578"/>
    <w:rsid w:val="006E314D"/>
    <w:rsid w:val="006E4546"/>
    <w:rsid w:val="006E5405"/>
    <w:rsid w:val="006E6C80"/>
    <w:rsid w:val="006E750A"/>
    <w:rsid w:val="006F2B02"/>
    <w:rsid w:val="006F439C"/>
    <w:rsid w:val="006F6B09"/>
    <w:rsid w:val="0070255F"/>
    <w:rsid w:val="007029B1"/>
    <w:rsid w:val="007038DC"/>
    <w:rsid w:val="007049CA"/>
    <w:rsid w:val="00704C59"/>
    <w:rsid w:val="007056AD"/>
    <w:rsid w:val="00706808"/>
    <w:rsid w:val="00706B12"/>
    <w:rsid w:val="00706F4C"/>
    <w:rsid w:val="0070752A"/>
    <w:rsid w:val="00710723"/>
    <w:rsid w:val="0071080E"/>
    <w:rsid w:val="00711119"/>
    <w:rsid w:val="007134F3"/>
    <w:rsid w:val="00717D97"/>
    <w:rsid w:val="007232D0"/>
    <w:rsid w:val="00723ED1"/>
    <w:rsid w:val="007250A8"/>
    <w:rsid w:val="007255EF"/>
    <w:rsid w:val="00726461"/>
    <w:rsid w:val="0073461B"/>
    <w:rsid w:val="007356BD"/>
    <w:rsid w:val="00735D3B"/>
    <w:rsid w:val="00740AF5"/>
    <w:rsid w:val="00741294"/>
    <w:rsid w:val="00741502"/>
    <w:rsid w:val="00743525"/>
    <w:rsid w:val="00744F6A"/>
    <w:rsid w:val="00745555"/>
    <w:rsid w:val="00752D15"/>
    <w:rsid w:val="00753E85"/>
    <w:rsid w:val="007541A2"/>
    <w:rsid w:val="00755818"/>
    <w:rsid w:val="00755E2F"/>
    <w:rsid w:val="007611BB"/>
    <w:rsid w:val="00761559"/>
    <w:rsid w:val="0076241C"/>
    <w:rsid w:val="0076286B"/>
    <w:rsid w:val="00763B51"/>
    <w:rsid w:val="00766846"/>
    <w:rsid w:val="00766F4A"/>
    <w:rsid w:val="0076790E"/>
    <w:rsid w:val="0077382B"/>
    <w:rsid w:val="00773DC0"/>
    <w:rsid w:val="00774789"/>
    <w:rsid w:val="0077673A"/>
    <w:rsid w:val="00776C7C"/>
    <w:rsid w:val="0078405F"/>
    <w:rsid w:val="007846E1"/>
    <w:rsid w:val="007847D6"/>
    <w:rsid w:val="00784FD0"/>
    <w:rsid w:val="00785829"/>
    <w:rsid w:val="0078774D"/>
    <w:rsid w:val="007969A5"/>
    <w:rsid w:val="00796DC1"/>
    <w:rsid w:val="007A2107"/>
    <w:rsid w:val="007A3B81"/>
    <w:rsid w:val="007A4E44"/>
    <w:rsid w:val="007A5172"/>
    <w:rsid w:val="007A5918"/>
    <w:rsid w:val="007A67A0"/>
    <w:rsid w:val="007A68BE"/>
    <w:rsid w:val="007A7028"/>
    <w:rsid w:val="007B3284"/>
    <w:rsid w:val="007B570C"/>
    <w:rsid w:val="007B608D"/>
    <w:rsid w:val="007B67C2"/>
    <w:rsid w:val="007C4B32"/>
    <w:rsid w:val="007C6F69"/>
    <w:rsid w:val="007D448E"/>
    <w:rsid w:val="007D50DB"/>
    <w:rsid w:val="007D5A8D"/>
    <w:rsid w:val="007D63FC"/>
    <w:rsid w:val="007E2234"/>
    <w:rsid w:val="007E4A6E"/>
    <w:rsid w:val="007E4C6F"/>
    <w:rsid w:val="007E59A1"/>
    <w:rsid w:val="007E5C0C"/>
    <w:rsid w:val="007E6155"/>
    <w:rsid w:val="007F0FB4"/>
    <w:rsid w:val="007F15CE"/>
    <w:rsid w:val="007F32DD"/>
    <w:rsid w:val="007F3581"/>
    <w:rsid w:val="007F4F8F"/>
    <w:rsid w:val="007F56A7"/>
    <w:rsid w:val="00800851"/>
    <w:rsid w:val="00802C1D"/>
    <w:rsid w:val="00803601"/>
    <w:rsid w:val="00804D39"/>
    <w:rsid w:val="0080737F"/>
    <w:rsid w:val="00807B16"/>
    <w:rsid w:val="00807DD0"/>
    <w:rsid w:val="00814D08"/>
    <w:rsid w:val="0081521C"/>
    <w:rsid w:val="00815683"/>
    <w:rsid w:val="00815980"/>
    <w:rsid w:val="00815C1B"/>
    <w:rsid w:val="00821D01"/>
    <w:rsid w:val="00822B88"/>
    <w:rsid w:val="0082658E"/>
    <w:rsid w:val="00826B7B"/>
    <w:rsid w:val="008301A0"/>
    <w:rsid w:val="00831DE9"/>
    <w:rsid w:val="00833899"/>
    <w:rsid w:val="008458EB"/>
    <w:rsid w:val="00845C50"/>
    <w:rsid w:val="00846789"/>
    <w:rsid w:val="00847393"/>
    <w:rsid w:val="00855F28"/>
    <w:rsid w:val="00872044"/>
    <w:rsid w:val="0087262B"/>
    <w:rsid w:val="00873829"/>
    <w:rsid w:val="008759A1"/>
    <w:rsid w:val="00876D73"/>
    <w:rsid w:val="0088069D"/>
    <w:rsid w:val="00884275"/>
    <w:rsid w:val="008871B5"/>
    <w:rsid w:val="00887F36"/>
    <w:rsid w:val="0089103D"/>
    <w:rsid w:val="00894F55"/>
    <w:rsid w:val="00895C8A"/>
    <w:rsid w:val="008961F7"/>
    <w:rsid w:val="008A1B78"/>
    <w:rsid w:val="008A3568"/>
    <w:rsid w:val="008A7247"/>
    <w:rsid w:val="008A731A"/>
    <w:rsid w:val="008B2021"/>
    <w:rsid w:val="008B3DB2"/>
    <w:rsid w:val="008B4CEC"/>
    <w:rsid w:val="008B60F5"/>
    <w:rsid w:val="008B6258"/>
    <w:rsid w:val="008B7E94"/>
    <w:rsid w:val="008C0335"/>
    <w:rsid w:val="008C464D"/>
    <w:rsid w:val="008C50F3"/>
    <w:rsid w:val="008C65BC"/>
    <w:rsid w:val="008C73C5"/>
    <w:rsid w:val="008C7EFE"/>
    <w:rsid w:val="008D03B9"/>
    <w:rsid w:val="008D2612"/>
    <w:rsid w:val="008D2DE6"/>
    <w:rsid w:val="008D30C7"/>
    <w:rsid w:val="008D552B"/>
    <w:rsid w:val="008D692E"/>
    <w:rsid w:val="008E0535"/>
    <w:rsid w:val="008E1138"/>
    <w:rsid w:val="008E2E07"/>
    <w:rsid w:val="008E3B01"/>
    <w:rsid w:val="008E5DB4"/>
    <w:rsid w:val="008F18D6"/>
    <w:rsid w:val="008F2C9B"/>
    <w:rsid w:val="008F3265"/>
    <w:rsid w:val="008F4391"/>
    <w:rsid w:val="008F797B"/>
    <w:rsid w:val="008F7E13"/>
    <w:rsid w:val="009034FC"/>
    <w:rsid w:val="00904780"/>
    <w:rsid w:val="00904F11"/>
    <w:rsid w:val="0090635B"/>
    <w:rsid w:val="009119DE"/>
    <w:rsid w:val="00920DEB"/>
    <w:rsid w:val="00922385"/>
    <w:rsid w:val="009223DF"/>
    <w:rsid w:val="009241ED"/>
    <w:rsid w:val="00930B79"/>
    <w:rsid w:val="00931F53"/>
    <w:rsid w:val="00936091"/>
    <w:rsid w:val="00940D8A"/>
    <w:rsid w:val="00941491"/>
    <w:rsid w:val="00950B4E"/>
    <w:rsid w:val="00951825"/>
    <w:rsid w:val="0096025E"/>
    <w:rsid w:val="009611B5"/>
    <w:rsid w:val="009621CD"/>
    <w:rsid w:val="00962258"/>
    <w:rsid w:val="00962DF1"/>
    <w:rsid w:val="0096400F"/>
    <w:rsid w:val="00964860"/>
    <w:rsid w:val="009678B7"/>
    <w:rsid w:val="00975A1C"/>
    <w:rsid w:val="00981C67"/>
    <w:rsid w:val="009841BD"/>
    <w:rsid w:val="00984632"/>
    <w:rsid w:val="009913A2"/>
    <w:rsid w:val="00992D9C"/>
    <w:rsid w:val="00994069"/>
    <w:rsid w:val="00994508"/>
    <w:rsid w:val="009959F2"/>
    <w:rsid w:val="00996CB8"/>
    <w:rsid w:val="009A27BB"/>
    <w:rsid w:val="009B0A48"/>
    <w:rsid w:val="009B20BC"/>
    <w:rsid w:val="009B2E97"/>
    <w:rsid w:val="009B5146"/>
    <w:rsid w:val="009B733B"/>
    <w:rsid w:val="009B7BA9"/>
    <w:rsid w:val="009C0E94"/>
    <w:rsid w:val="009C0F4D"/>
    <w:rsid w:val="009C2A00"/>
    <w:rsid w:val="009C418E"/>
    <w:rsid w:val="009C442C"/>
    <w:rsid w:val="009C7832"/>
    <w:rsid w:val="009C79AB"/>
    <w:rsid w:val="009C7CFC"/>
    <w:rsid w:val="009D20A1"/>
    <w:rsid w:val="009D54E5"/>
    <w:rsid w:val="009E003E"/>
    <w:rsid w:val="009E07F4"/>
    <w:rsid w:val="009E08EE"/>
    <w:rsid w:val="009E1482"/>
    <w:rsid w:val="009E1AEE"/>
    <w:rsid w:val="009E35FB"/>
    <w:rsid w:val="009E4DA1"/>
    <w:rsid w:val="009E7479"/>
    <w:rsid w:val="009E75F2"/>
    <w:rsid w:val="009F309B"/>
    <w:rsid w:val="009F3316"/>
    <w:rsid w:val="009F392E"/>
    <w:rsid w:val="009F53C5"/>
    <w:rsid w:val="009F6CA3"/>
    <w:rsid w:val="009F77F2"/>
    <w:rsid w:val="00A0209B"/>
    <w:rsid w:val="00A020CC"/>
    <w:rsid w:val="00A033D6"/>
    <w:rsid w:val="00A066DE"/>
    <w:rsid w:val="00A0740E"/>
    <w:rsid w:val="00A07C15"/>
    <w:rsid w:val="00A12463"/>
    <w:rsid w:val="00A13A01"/>
    <w:rsid w:val="00A13A90"/>
    <w:rsid w:val="00A13F95"/>
    <w:rsid w:val="00A15641"/>
    <w:rsid w:val="00A235D9"/>
    <w:rsid w:val="00A26F13"/>
    <w:rsid w:val="00A32F3B"/>
    <w:rsid w:val="00A373A7"/>
    <w:rsid w:val="00A4050F"/>
    <w:rsid w:val="00A40C1B"/>
    <w:rsid w:val="00A4169A"/>
    <w:rsid w:val="00A43668"/>
    <w:rsid w:val="00A50641"/>
    <w:rsid w:val="00A51062"/>
    <w:rsid w:val="00A51BE9"/>
    <w:rsid w:val="00A530BF"/>
    <w:rsid w:val="00A55030"/>
    <w:rsid w:val="00A56A4F"/>
    <w:rsid w:val="00A56DEC"/>
    <w:rsid w:val="00A6177B"/>
    <w:rsid w:val="00A61C74"/>
    <w:rsid w:val="00A626D2"/>
    <w:rsid w:val="00A64237"/>
    <w:rsid w:val="00A66136"/>
    <w:rsid w:val="00A6718D"/>
    <w:rsid w:val="00A71189"/>
    <w:rsid w:val="00A727C6"/>
    <w:rsid w:val="00A7364A"/>
    <w:rsid w:val="00A74991"/>
    <w:rsid w:val="00A74B4D"/>
    <w:rsid w:val="00A74DCC"/>
    <w:rsid w:val="00A74FFB"/>
    <w:rsid w:val="00A7506D"/>
    <w:rsid w:val="00A753ED"/>
    <w:rsid w:val="00A7567E"/>
    <w:rsid w:val="00A77512"/>
    <w:rsid w:val="00A82A07"/>
    <w:rsid w:val="00A8512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C07D3"/>
    <w:rsid w:val="00AC537A"/>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F32F5"/>
    <w:rsid w:val="00B008D5"/>
    <w:rsid w:val="00B02F73"/>
    <w:rsid w:val="00B035B6"/>
    <w:rsid w:val="00B0619F"/>
    <w:rsid w:val="00B13A26"/>
    <w:rsid w:val="00B15D0D"/>
    <w:rsid w:val="00B17CA8"/>
    <w:rsid w:val="00B206FF"/>
    <w:rsid w:val="00B22106"/>
    <w:rsid w:val="00B2309B"/>
    <w:rsid w:val="00B2468E"/>
    <w:rsid w:val="00B33ABD"/>
    <w:rsid w:val="00B34CA4"/>
    <w:rsid w:val="00B361A8"/>
    <w:rsid w:val="00B40010"/>
    <w:rsid w:val="00B411E9"/>
    <w:rsid w:val="00B41518"/>
    <w:rsid w:val="00B429CF"/>
    <w:rsid w:val="00B4340E"/>
    <w:rsid w:val="00B448FF"/>
    <w:rsid w:val="00B51ABC"/>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20DE"/>
    <w:rsid w:val="00B82A36"/>
    <w:rsid w:val="00B82CA4"/>
    <w:rsid w:val="00B83FB3"/>
    <w:rsid w:val="00B8518B"/>
    <w:rsid w:val="00B86106"/>
    <w:rsid w:val="00B86A4E"/>
    <w:rsid w:val="00B87645"/>
    <w:rsid w:val="00B93DEB"/>
    <w:rsid w:val="00B96AA0"/>
    <w:rsid w:val="00B97CC3"/>
    <w:rsid w:val="00BB4AF2"/>
    <w:rsid w:val="00BB5FF6"/>
    <w:rsid w:val="00BB7489"/>
    <w:rsid w:val="00BC06C4"/>
    <w:rsid w:val="00BC1B9B"/>
    <w:rsid w:val="00BC2201"/>
    <w:rsid w:val="00BC2CB2"/>
    <w:rsid w:val="00BC3CDD"/>
    <w:rsid w:val="00BC4CE7"/>
    <w:rsid w:val="00BC6455"/>
    <w:rsid w:val="00BC663E"/>
    <w:rsid w:val="00BC6D2B"/>
    <w:rsid w:val="00BD16D5"/>
    <w:rsid w:val="00BD2F67"/>
    <w:rsid w:val="00BD5A0E"/>
    <w:rsid w:val="00BD7E91"/>
    <w:rsid w:val="00BD7F0D"/>
    <w:rsid w:val="00BE0FD0"/>
    <w:rsid w:val="00BE49F4"/>
    <w:rsid w:val="00BF6640"/>
    <w:rsid w:val="00BF6AF2"/>
    <w:rsid w:val="00C001AD"/>
    <w:rsid w:val="00C0129E"/>
    <w:rsid w:val="00C02D0A"/>
    <w:rsid w:val="00C03A6E"/>
    <w:rsid w:val="00C166A8"/>
    <w:rsid w:val="00C16E3E"/>
    <w:rsid w:val="00C16E4F"/>
    <w:rsid w:val="00C21BEB"/>
    <w:rsid w:val="00C226C0"/>
    <w:rsid w:val="00C235B9"/>
    <w:rsid w:val="00C26B03"/>
    <w:rsid w:val="00C27290"/>
    <w:rsid w:val="00C313BF"/>
    <w:rsid w:val="00C33938"/>
    <w:rsid w:val="00C33CA6"/>
    <w:rsid w:val="00C35E33"/>
    <w:rsid w:val="00C413CB"/>
    <w:rsid w:val="00C429F0"/>
    <w:rsid w:val="00C42FE6"/>
    <w:rsid w:val="00C44F6A"/>
    <w:rsid w:val="00C460C6"/>
    <w:rsid w:val="00C524D1"/>
    <w:rsid w:val="00C55B48"/>
    <w:rsid w:val="00C57268"/>
    <w:rsid w:val="00C60A4C"/>
    <w:rsid w:val="00C6198E"/>
    <w:rsid w:val="00C6287F"/>
    <w:rsid w:val="00C6654F"/>
    <w:rsid w:val="00C66988"/>
    <w:rsid w:val="00C6720B"/>
    <w:rsid w:val="00C708EA"/>
    <w:rsid w:val="00C7216F"/>
    <w:rsid w:val="00C75802"/>
    <w:rsid w:val="00C776E5"/>
    <w:rsid w:val="00C778A5"/>
    <w:rsid w:val="00C81CEF"/>
    <w:rsid w:val="00C82396"/>
    <w:rsid w:val="00C95162"/>
    <w:rsid w:val="00C95863"/>
    <w:rsid w:val="00CA2357"/>
    <w:rsid w:val="00CA2B5E"/>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D6952"/>
    <w:rsid w:val="00CE22D6"/>
    <w:rsid w:val="00CE6722"/>
    <w:rsid w:val="00CE7DE6"/>
    <w:rsid w:val="00CF06BF"/>
    <w:rsid w:val="00CF4237"/>
    <w:rsid w:val="00D01AF3"/>
    <w:rsid w:val="00D034A0"/>
    <w:rsid w:val="00D0397F"/>
    <w:rsid w:val="00D10973"/>
    <w:rsid w:val="00D10A2D"/>
    <w:rsid w:val="00D129D5"/>
    <w:rsid w:val="00D139AC"/>
    <w:rsid w:val="00D145E1"/>
    <w:rsid w:val="00D2074A"/>
    <w:rsid w:val="00D21061"/>
    <w:rsid w:val="00D21732"/>
    <w:rsid w:val="00D22913"/>
    <w:rsid w:val="00D25FC2"/>
    <w:rsid w:val="00D27999"/>
    <w:rsid w:val="00D30099"/>
    <w:rsid w:val="00D3128F"/>
    <w:rsid w:val="00D326E2"/>
    <w:rsid w:val="00D34384"/>
    <w:rsid w:val="00D37513"/>
    <w:rsid w:val="00D37B14"/>
    <w:rsid w:val="00D37C3A"/>
    <w:rsid w:val="00D37F67"/>
    <w:rsid w:val="00D4108E"/>
    <w:rsid w:val="00D44F28"/>
    <w:rsid w:val="00D474A0"/>
    <w:rsid w:val="00D51DF4"/>
    <w:rsid w:val="00D526CD"/>
    <w:rsid w:val="00D57BFB"/>
    <w:rsid w:val="00D605F5"/>
    <w:rsid w:val="00D6163D"/>
    <w:rsid w:val="00D6259C"/>
    <w:rsid w:val="00D665AB"/>
    <w:rsid w:val="00D66E7F"/>
    <w:rsid w:val="00D70AEA"/>
    <w:rsid w:val="00D72866"/>
    <w:rsid w:val="00D7399D"/>
    <w:rsid w:val="00D774E6"/>
    <w:rsid w:val="00D80A5C"/>
    <w:rsid w:val="00D831A3"/>
    <w:rsid w:val="00D8413B"/>
    <w:rsid w:val="00D8716A"/>
    <w:rsid w:val="00D90ACB"/>
    <w:rsid w:val="00D92C39"/>
    <w:rsid w:val="00D94009"/>
    <w:rsid w:val="00D97BE3"/>
    <w:rsid w:val="00DA3711"/>
    <w:rsid w:val="00DA5214"/>
    <w:rsid w:val="00DA5EEB"/>
    <w:rsid w:val="00DB4342"/>
    <w:rsid w:val="00DB5AED"/>
    <w:rsid w:val="00DB619A"/>
    <w:rsid w:val="00DC0205"/>
    <w:rsid w:val="00DD0F5A"/>
    <w:rsid w:val="00DD33A8"/>
    <w:rsid w:val="00DD4015"/>
    <w:rsid w:val="00DD46F3"/>
    <w:rsid w:val="00DE0267"/>
    <w:rsid w:val="00DE1DFF"/>
    <w:rsid w:val="00DE28EE"/>
    <w:rsid w:val="00DE51A5"/>
    <w:rsid w:val="00DE56F2"/>
    <w:rsid w:val="00DE62CE"/>
    <w:rsid w:val="00DE696C"/>
    <w:rsid w:val="00DE6A35"/>
    <w:rsid w:val="00DE72BC"/>
    <w:rsid w:val="00DE7EB3"/>
    <w:rsid w:val="00DF116D"/>
    <w:rsid w:val="00DF566F"/>
    <w:rsid w:val="00DF78B9"/>
    <w:rsid w:val="00E009D2"/>
    <w:rsid w:val="00E01EA1"/>
    <w:rsid w:val="00E03672"/>
    <w:rsid w:val="00E0719D"/>
    <w:rsid w:val="00E1127C"/>
    <w:rsid w:val="00E16FF7"/>
    <w:rsid w:val="00E17AFD"/>
    <w:rsid w:val="00E226D0"/>
    <w:rsid w:val="00E22C30"/>
    <w:rsid w:val="00E2553F"/>
    <w:rsid w:val="00E265A4"/>
    <w:rsid w:val="00E26D68"/>
    <w:rsid w:val="00E342BC"/>
    <w:rsid w:val="00E37C46"/>
    <w:rsid w:val="00E4366B"/>
    <w:rsid w:val="00E437B0"/>
    <w:rsid w:val="00E44045"/>
    <w:rsid w:val="00E445C8"/>
    <w:rsid w:val="00E44DD4"/>
    <w:rsid w:val="00E4520D"/>
    <w:rsid w:val="00E618C4"/>
    <w:rsid w:val="00E645E3"/>
    <w:rsid w:val="00E66D98"/>
    <w:rsid w:val="00E672B1"/>
    <w:rsid w:val="00E7218A"/>
    <w:rsid w:val="00E722F7"/>
    <w:rsid w:val="00E7502F"/>
    <w:rsid w:val="00E7610A"/>
    <w:rsid w:val="00E778E5"/>
    <w:rsid w:val="00E82883"/>
    <w:rsid w:val="00E829F5"/>
    <w:rsid w:val="00E83DF2"/>
    <w:rsid w:val="00E83F2C"/>
    <w:rsid w:val="00E878EE"/>
    <w:rsid w:val="00E95781"/>
    <w:rsid w:val="00E95FC3"/>
    <w:rsid w:val="00E9608E"/>
    <w:rsid w:val="00EA08FE"/>
    <w:rsid w:val="00EA148D"/>
    <w:rsid w:val="00EA6EC7"/>
    <w:rsid w:val="00EB0647"/>
    <w:rsid w:val="00EB104F"/>
    <w:rsid w:val="00EB138E"/>
    <w:rsid w:val="00EB282B"/>
    <w:rsid w:val="00EB456A"/>
    <w:rsid w:val="00EB46E5"/>
    <w:rsid w:val="00EB49FB"/>
    <w:rsid w:val="00EB5D4D"/>
    <w:rsid w:val="00EB6882"/>
    <w:rsid w:val="00EC10AE"/>
    <w:rsid w:val="00EC11EE"/>
    <w:rsid w:val="00EC1DE0"/>
    <w:rsid w:val="00EC24BB"/>
    <w:rsid w:val="00EC3B8B"/>
    <w:rsid w:val="00EC60F7"/>
    <w:rsid w:val="00ED0703"/>
    <w:rsid w:val="00ED116C"/>
    <w:rsid w:val="00ED14BD"/>
    <w:rsid w:val="00ED1E83"/>
    <w:rsid w:val="00ED34EC"/>
    <w:rsid w:val="00ED50F3"/>
    <w:rsid w:val="00ED6360"/>
    <w:rsid w:val="00EE0F41"/>
    <w:rsid w:val="00EE2244"/>
    <w:rsid w:val="00EE3C5F"/>
    <w:rsid w:val="00EE4459"/>
    <w:rsid w:val="00EE6D9D"/>
    <w:rsid w:val="00EE7882"/>
    <w:rsid w:val="00EF09E5"/>
    <w:rsid w:val="00EF1941"/>
    <w:rsid w:val="00EF21E3"/>
    <w:rsid w:val="00EF360F"/>
    <w:rsid w:val="00EF4F18"/>
    <w:rsid w:val="00EF6C64"/>
    <w:rsid w:val="00F016C7"/>
    <w:rsid w:val="00F02D91"/>
    <w:rsid w:val="00F03BEC"/>
    <w:rsid w:val="00F03DA2"/>
    <w:rsid w:val="00F05FCA"/>
    <w:rsid w:val="00F063DF"/>
    <w:rsid w:val="00F12DEC"/>
    <w:rsid w:val="00F13F18"/>
    <w:rsid w:val="00F1561C"/>
    <w:rsid w:val="00F1715C"/>
    <w:rsid w:val="00F178E1"/>
    <w:rsid w:val="00F17C45"/>
    <w:rsid w:val="00F17E8A"/>
    <w:rsid w:val="00F20453"/>
    <w:rsid w:val="00F2092F"/>
    <w:rsid w:val="00F218C8"/>
    <w:rsid w:val="00F21DD2"/>
    <w:rsid w:val="00F2723C"/>
    <w:rsid w:val="00F275D7"/>
    <w:rsid w:val="00F310F8"/>
    <w:rsid w:val="00F34816"/>
    <w:rsid w:val="00F348C0"/>
    <w:rsid w:val="00F35939"/>
    <w:rsid w:val="00F36DA3"/>
    <w:rsid w:val="00F37E62"/>
    <w:rsid w:val="00F40F8F"/>
    <w:rsid w:val="00F4147D"/>
    <w:rsid w:val="00F45607"/>
    <w:rsid w:val="00F46000"/>
    <w:rsid w:val="00F46596"/>
    <w:rsid w:val="00F4722B"/>
    <w:rsid w:val="00F50A69"/>
    <w:rsid w:val="00F50D47"/>
    <w:rsid w:val="00F54432"/>
    <w:rsid w:val="00F569C6"/>
    <w:rsid w:val="00F659EB"/>
    <w:rsid w:val="00F6610C"/>
    <w:rsid w:val="00F666BB"/>
    <w:rsid w:val="00F765A8"/>
    <w:rsid w:val="00F85ADF"/>
    <w:rsid w:val="00F86BA6"/>
    <w:rsid w:val="00F875E9"/>
    <w:rsid w:val="00F87E77"/>
    <w:rsid w:val="00F90D57"/>
    <w:rsid w:val="00F93E20"/>
    <w:rsid w:val="00F96701"/>
    <w:rsid w:val="00FA7FC5"/>
    <w:rsid w:val="00FB3994"/>
    <w:rsid w:val="00FB5BAA"/>
    <w:rsid w:val="00FB6342"/>
    <w:rsid w:val="00FB6AE4"/>
    <w:rsid w:val="00FB6F6A"/>
    <w:rsid w:val="00FC1082"/>
    <w:rsid w:val="00FC2E3E"/>
    <w:rsid w:val="00FC39CE"/>
    <w:rsid w:val="00FC59E2"/>
    <w:rsid w:val="00FC6337"/>
    <w:rsid w:val="00FC6389"/>
    <w:rsid w:val="00FC757D"/>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7056AD"/>
    <w:rPr>
      <w:b/>
    </w:rPr>
  </w:style>
  <w:style w:type="character" w:customStyle="1" w:styleId="Nzevakce">
    <w:name w:val="_Název_akce"/>
    <w:basedOn w:val="Standardnpsmoodstavce"/>
    <w:qFormat/>
    <w:rsid w:val="007056AD"/>
    <w:rPr>
      <w:rFonts w:ascii="Verdana" w:hAnsi="Verdana"/>
      <w:b/>
      <w:sz w:val="36"/>
    </w:rPr>
  </w:style>
  <w:style w:type="paragraph" w:customStyle="1" w:styleId="Odstavec1-4a">
    <w:name w:val="_Odstavec_1-4_(a)"/>
    <w:basedOn w:val="Odstavec1-1a"/>
    <w:qFormat/>
    <w:rsid w:val="007056AD"/>
    <w:pPr>
      <w:numPr>
        <w:numId w:val="0"/>
      </w:numPr>
      <w:tabs>
        <w:tab w:val="num" w:pos="1616"/>
      </w:tabs>
      <w:spacing w:after="80"/>
      <w:ind w:left="1616" w:hanging="340"/>
    </w:pPr>
    <w:rPr>
      <w:rFonts w:ascii="Verdana" w:hAnsi="Verdana"/>
    </w:rPr>
  </w:style>
  <w:style w:type="paragraph" w:customStyle="1" w:styleId="Odstavec1-4i">
    <w:name w:val="_Odstavec_1-4_i)"/>
    <w:basedOn w:val="Odstavec1-1a"/>
    <w:qFormat/>
    <w:rsid w:val="007056AD"/>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256</TotalTime>
  <Pages>46</Pages>
  <Words>20389</Words>
  <Characters>120297</Characters>
  <Application>Microsoft Office Word</Application>
  <DocSecurity>0</DocSecurity>
  <Lines>1002</Lines>
  <Paragraphs>280</Paragraphs>
  <ScaleCrop>false</ScaleCrop>
  <HeadingPairs>
    <vt:vector size="8" baseType="variant">
      <vt:variant>
        <vt:lpstr>Název</vt:lpstr>
      </vt:variant>
      <vt:variant>
        <vt:i4>1</vt:i4>
      </vt:variant>
      <vt:variant>
        <vt:lpstr>Nadpisy</vt:lpstr>
      </vt:variant>
      <vt:variant>
        <vt:i4>18</vt:i4>
      </vt:variant>
      <vt:variant>
        <vt:lpstr>Title</vt:lpstr>
      </vt:variant>
      <vt:variant>
        <vt:i4>1</vt:i4>
      </vt:variant>
      <vt:variant>
        <vt:lpstr>Headings</vt:lpstr>
      </vt:variant>
      <vt:variant>
        <vt:i4>3</vt:i4>
      </vt:variant>
    </vt:vector>
  </HeadingPairs>
  <TitlesOfParts>
    <vt:vector size="23"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ZRUŠENÍ ZADÁVACÍHO ŘÍZENÍ</vt:lpstr>
      <vt:lpstr>UZAVŘENÍ SMLOUVY</vt:lpstr>
      <vt:lpstr/>
      <vt:lpstr>Titulek 1. úrovně </vt:lpstr>
      <vt:lpstr>    Titulek 2. úrovně</vt:lpstr>
      <vt:lpstr>        Titulek 3. úrovně</vt:lpstr>
    </vt:vector>
  </TitlesOfParts>
  <Company>SŽDC s.o.</Company>
  <LinksUpToDate>false</LinksUpToDate>
  <CharactersWithSpaces>140406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104</cp:revision>
  <cp:lastPrinted>2025-02-12T08:40:00Z</cp:lastPrinted>
  <dcterms:created xsi:type="dcterms:W3CDTF">2024-10-02T08:23:00Z</dcterms:created>
  <dcterms:modified xsi:type="dcterms:W3CDTF">2025-02-12T08:52:00Z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